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76E0" w:rsidRPr="005857CF" w:rsidRDefault="00DF76E0" w:rsidP="00E131F0">
      <w:pPr>
        <w:ind w:left="6372"/>
        <w:rPr>
          <w:rFonts w:ascii="Gill Sans MT" w:hAnsi="Gill Sans MT"/>
        </w:rPr>
      </w:pPr>
      <w:r w:rsidRPr="005857CF">
        <w:rPr>
          <w:rFonts w:ascii="Gill Sans MT" w:hAnsi="Gill Sans MT"/>
        </w:rPr>
        <w:t xml:space="preserve">                                                                                                                                      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53"/>
        <w:gridCol w:w="2078"/>
        <w:gridCol w:w="2098"/>
        <w:gridCol w:w="2216"/>
        <w:gridCol w:w="99"/>
      </w:tblGrid>
      <w:tr w:rsidR="00425A57" w:rsidRPr="00AF62C4" w:rsidTr="003F75FD">
        <w:tc>
          <w:tcPr>
            <w:tcW w:w="9060" w:type="dxa"/>
            <w:gridSpan w:val="5"/>
          </w:tcPr>
          <w:p w:rsidR="0043069F" w:rsidRPr="00AF62C4" w:rsidRDefault="0043069F" w:rsidP="00C33F6C">
            <w:pPr>
              <w:rPr>
                <w:rFonts w:cs="Khmer UI"/>
                <w:b/>
                <w:sz w:val="48"/>
                <w:szCs w:val="48"/>
              </w:rPr>
            </w:pPr>
            <w:bookmarkStart w:id="0" w:name="_GoBack"/>
            <w:bookmarkEnd w:id="0"/>
          </w:p>
          <w:p w:rsidR="0043069F" w:rsidRPr="00AF62C4" w:rsidRDefault="0043069F" w:rsidP="00C33F6C">
            <w:pPr>
              <w:rPr>
                <w:rFonts w:cs="Khmer UI"/>
                <w:b/>
                <w:sz w:val="48"/>
                <w:szCs w:val="48"/>
              </w:rPr>
            </w:pPr>
          </w:p>
          <w:p w:rsidR="00425A57" w:rsidRPr="007D3284" w:rsidRDefault="00882E14" w:rsidP="00C6358F">
            <w:pPr>
              <w:jc w:val="center"/>
              <w:rPr>
                <w:rFonts w:cs="Khmer UI"/>
                <w:b/>
                <w:sz w:val="44"/>
                <w:szCs w:val="44"/>
              </w:rPr>
            </w:pPr>
            <w:sdt>
              <w:sdtPr>
                <w:rPr>
                  <w:rFonts w:cs="Khmer UI"/>
                  <w:b/>
                  <w:sz w:val="44"/>
                  <w:szCs w:val="44"/>
                </w:rPr>
                <w:id w:val="93772585"/>
                <w:placeholder>
                  <w:docPart w:val="68408F9B616046AF85E70CEC551097CD"/>
                </w:placeholder>
                <w:text/>
              </w:sdtPr>
              <w:sdtEndPr/>
              <w:sdtContent>
                <w:r w:rsidR="00C6358F">
                  <w:rPr>
                    <w:rFonts w:cs="Khmer UI"/>
                    <w:b/>
                    <w:sz w:val="44"/>
                    <w:szCs w:val="44"/>
                  </w:rPr>
                  <w:t xml:space="preserve">Titel der Arbeit </w:t>
                </w:r>
                <w:r w:rsidR="00C6358F" w:rsidRPr="00C42287">
                  <w:rPr>
                    <w:rFonts w:cs="Khmer UI"/>
                    <w:b/>
                    <w:sz w:val="44"/>
                    <w:szCs w:val="44"/>
                  </w:rPr>
                  <w:t>hier eingeben.</w:t>
                </w:r>
                <w:r w:rsidR="00C6358F">
                  <w:rPr>
                    <w:rFonts w:cs="Khmer UI"/>
                    <w:b/>
                    <w:sz w:val="44"/>
                    <w:szCs w:val="44"/>
                  </w:rPr>
                  <w:t xml:space="preserve"> </w:t>
                </w:r>
              </w:sdtContent>
            </w:sdt>
          </w:p>
        </w:tc>
      </w:tr>
      <w:tr w:rsidR="00425A57" w:rsidRPr="00AF62C4" w:rsidTr="003F75FD">
        <w:tc>
          <w:tcPr>
            <w:tcW w:w="9060" w:type="dxa"/>
            <w:gridSpan w:val="5"/>
          </w:tcPr>
          <w:p w:rsidR="00CC38BB" w:rsidRPr="00F74E9F" w:rsidRDefault="00CC38BB" w:rsidP="0043069F">
            <w:pPr>
              <w:rPr>
                <w:rFonts w:cs="Khmer UI"/>
                <w:sz w:val="32"/>
                <w:szCs w:val="32"/>
              </w:rPr>
            </w:pPr>
          </w:p>
          <w:sdt>
            <w:sdtPr>
              <w:rPr>
                <w:rFonts w:cs="Khmer UI"/>
                <w:sz w:val="32"/>
                <w:szCs w:val="32"/>
              </w:rPr>
              <w:id w:val="383021660"/>
              <w:placeholder>
                <w:docPart w:val="25F4E62281DC4EAD83B5AC11DBBA5E1B"/>
              </w:placeholder>
              <w:showingPlcHdr/>
              <w:dropDownList>
                <w:listItem w:value="Wählen Sie ein Element aus."/>
                <w:listItem w:displayText="Diplomarbeit" w:value="Diplomarbeit"/>
                <w:listItem w:displayText="Bachelorarbeit" w:value="Bachelorarbeit"/>
                <w:listItem w:displayText="Masterarbeit" w:value="Masterarbeit"/>
              </w:dropDownList>
            </w:sdtPr>
            <w:sdtEndPr/>
            <w:sdtContent>
              <w:p w:rsidR="00425A57" w:rsidRPr="008E7334" w:rsidRDefault="00C6358F" w:rsidP="00377A20">
                <w:pPr>
                  <w:jc w:val="center"/>
                  <w:rPr>
                    <w:rFonts w:cs="Khmer UI"/>
                    <w:sz w:val="32"/>
                    <w:szCs w:val="32"/>
                  </w:rPr>
                </w:pPr>
                <w:r w:rsidRPr="00F74E9F">
                  <w:rPr>
                    <w:rStyle w:val="Platzhaltertext"/>
                    <w:sz w:val="32"/>
                    <w:szCs w:val="32"/>
                  </w:rPr>
                  <w:t>Wählen Sie ein Element aus.</w:t>
                </w:r>
              </w:p>
            </w:sdtContent>
          </w:sdt>
        </w:tc>
      </w:tr>
      <w:tr w:rsidR="00425A57" w:rsidRPr="008E7334" w:rsidTr="003F75FD">
        <w:tc>
          <w:tcPr>
            <w:tcW w:w="9060" w:type="dxa"/>
            <w:gridSpan w:val="5"/>
          </w:tcPr>
          <w:p w:rsidR="00425A57" w:rsidRPr="00F74E9F" w:rsidRDefault="00425A57" w:rsidP="00377A20">
            <w:pPr>
              <w:jc w:val="center"/>
              <w:rPr>
                <w:rFonts w:cs="Khmer UI"/>
                <w:sz w:val="32"/>
                <w:szCs w:val="32"/>
              </w:rPr>
            </w:pPr>
          </w:p>
          <w:p w:rsidR="009112E9" w:rsidRPr="00F74E9F" w:rsidRDefault="00425A57" w:rsidP="008650D6">
            <w:pPr>
              <w:spacing w:line="276" w:lineRule="auto"/>
              <w:jc w:val="center"/>
              <w:rPr>
                <w:rFonts w:cs="Khmer UI"/>
                <w:sz w:val="32"/>
                <w:szCs w:val="32"/>
              </w:rPr>
            </w:pPr>
            <w:r w:rsidRPr="00F74E9F">
              <w:rPr>
                <w:rFonts w:cs="Khmer UI"/>
                <w:sz w:val="32"/>
                <w:szCs w:val="32"/>
              </w:rPr>
              <w:t>zur Erlangung des akademischen Grades</w:t>
            </w:r>
          </w:p>
          <w:p w:rsidR="00425A57" w:rsidRPr="008E7334" w:rsidRDefault="00425A57" w:rsidP="008650D6">
            <w:pPr>
              <w:spacing w:line="276" w:lineRule="auto"/>
              <w:jc w:val="center"/>
              <w:rPr>
                <w:rFonts w:cs="Khmer UI"/>
                <w:sz w:val="32"/>
                <w:szCs w:val="32"/>
                <w:lang w:val="en-US"/>
              </w:rPr>
            </w:pPr>
            <w:r w:rsidRPr="00F74E9F">
              <w:rPr>
                <w:rFonts w:cs="Khmer UI"/>
                <w:sz w:val="32"/>
                <w:szCs w:val="32"/>
              </w:rPr>
              <w:t xml:space="preserve"> </w:t>
            </w:r>
            <w:sdt>
              <w:sdtPr>
                <w:rPr>
                  <w:rFonts w:cs="Khmer UI"/>
                  <w:sz w:val="32"/>
                  <w:szCs w:val="32"/>
                  <w:lang w:val="en-US"/>
                </w:rPr>
                <w:id w:val="383021664"/>
                <w:placeholder>
                  <w:docPart w:val="55CE69C0F5844C8B97084E7BAB5B1D95"/>
                </w:placeholder>
                <w:showingPlcHdr/>
                <w:dropDownList>
                  <w:listItem w:value="Wählen Sie ein Element aus."/>
                  <w:listItem w:displayText="Diplominformatiker (Dipl.-Inf.)" w:value="Diplominformatiker (Dipl.-Inf.)"/>
                  <w:listItem w:displayText="Diplominformatikerin (Dipl.-Inf.)" w:value="Diplominformatikerin (Dipl.-Inf.)"/>
                  <w:listItem w:displayText="Bachelor of Arts (B.A.)" w:value="Bachelor of Arts (B.A.)"/>
                  <w:listItem w:displayText="Bachelor of Science (B.Sc.)" w:value="Bachelor of Science (B.Sc.)"/>
                  <w:listItem w:displayText="Master of Education (M.Ed.)" w:value="Master of Education (M.Ed.)"/>
                  <w:listItem w:displayText="Master of Science (M.Sc.)" w:value="Master of Science (M.Sc.)"/>
                </w:dropDownList>
              </w:sdtPr>
              <w:sdtEndPr/>
              <w:sdtContent>
                <w:r w:rsidR="0006756B" w:rsidRPr="00F74E9F">
                  <w:rPr>
                    <w:rStyle w:val="Platzhaltertext"/>
                    <w:sz w:val="32"/>
                    <w:szCs w:val="32"/>
                  </w:rPr>
                  <w:t>Wählen Sie ein Element aus.</w:t>
                </w:r>
              </w:sdtContent>
            </w:sdt>
          </w:p>
          <w:p w:rsidR="000B6DA0" w:rsidRPr="008E7334" w:rsidRDefault="000B6DA0" w:rsidP="000B6DA0">
            <w:pPr>
              <w:rPr>
                <w:rFonts w:cs="Khmer UI"/>
                <w:sz w:val="32"/>
                <w:szCs w:val="32"/>
                <w:lang w:val="en-US"/>
              </w:rPr>
            </w:pPr>
          </w:p>
        </w:tc>
      </w:tr>
      <w:tr w:rsidR="00425A57" w:rsidRPr="008E7334" w:rsidTr="003F75FD">
        <w:tc>
          <w:tcPr>
            <w:tcW w:w="9060" w:type="dxa"/>
            <w:gridSpan w:val="5"/>
          </w:tcPr>
          <w:p w:rsidR="00232DD6" w:rsidRPr="008E7334" w:rsidRDefault="00232DD6">
            <w:pPr>
              <w:rPr>
                <w:rFonts w:cs="Khmer UI"/>
                <w:sz w:val="32"/>
                <w:szCs w:val="32"/>
                <w:lang w:val="en-US"/>
              </w:rPr>
            </w:pPr>
          </w:p>
          <w:p w:rsidR="008650D6" w:rsidRPr="008E7334" w:rsidRDefault="008650D6">
            <w:pPr>
              <w:rPr>
                <w:rFonts w:cs="Khmer UI"/>
                <w:sz w:val="32"/>
                <w:szCs w:val="32"/>
                <w:lang w:val="en-US"/>
              </w:rPr>
            </w:pPr>
          </w:p>
          <w:p w:rsidR="001955C8" w:rsidRPr="008E7334" w:rsidRDefault="001955C8">
            <w:pPr>
              <w:rPr>
                <w:rFonts w:cs="Khmer UI"/>
                <w:sz w:val="32"/>
                <w:szCs w:val="32"/>
                <w:lang w:val="en-US"/>
              </w:rPr>
            </w:pPr>
          </w:p>
        </w:tc>
      </w:tr>
      <w:tr w:rsidR="005D6A7D" w:rsidRPr="00AF62C4" w:rsidTr="003F75FD">
        <w:trPr>
          <w:gridAfter w:val="1"/>
          <w:wAfter w:w="112" w:type="dxa"/>
        </w:trPr>
        <w:tc>
          <w:tcPr>
            <w:tcW w:w="2376" w:type="dxa"/>
          </w:tcPr>
          <w:p w:rsidR="005D6A7D" w:rsidRPr="00AF62C4" w:rsidRDefault="005D6A7D" w:rsidP="008650D6">
            <w:pPr>
              <w:spacing w:line="276" w:lineRule="auto"/>
              <w:rPr>
                <w:rFonts w:cs="Khmer UI"/>
                <w:sz w:val="28"/>
                <w:szCs w:val="24"/>
              </w:rPr>
            </w:pPr>
            <w:r w:rsidRPr="00AF62C4">
              <w:rPr>
                <w:rFonts w:cs="Khmer UI"/>
                <w:sz w:val="28"/>
                <w:szCs w:val="24"/>
              </w:rPr>
              <w:t>eingereicht von:</w:t>
            </w:r>
          </w:p>
        </w:tc>
        <w:sdt>
          <w:sdtPr>
            <w:rPr>
              <w:rFonts w:cs="Khmer UI"/>
              <w:sz w:val="28"/>
              <w:szCs w:val="28"/>
            </w:rPr>
            <w:id w:val="93772537"/>
            <w:placeholder>
              <w:docPart w:val="D6353316DE2447B395CF3DCA54FA18C7"/>
            </w:placeholder>
            <w:text/>
          </w:sdtPr>
          <w:sdtEndPr/>
          <w:sdtContent>
            <w:tc>
              <w:tcPr>
                <w:tcW w:w="6572" w:type="dxa"/>
                <w:gridSpan w:val="3"/>
              </w:tcPr>
              <w:p w:rsidR="005D6A7D" w:rsidRPr="00550055" w:rsidRDefault="00C6358F" w:rsidP="00C6358F">
                <w:pPr>
                  <w:spacing w:line="276" w:lineRule="auto"/>
                  <w:rPr>
                    <w:rFonts w:cs="Khmer UI"/>
                    <w:sz w:val="28"/>
                    <w:szCs w:val="28"/>
                  </w:rPr>
                </w:pPr>
                <w:r>
                  <w:rPr>
                    <w:rFonts w:cs="Khmer UI"/>
                    <w:sz w:val="28"/>
                    <w:szCs w:val="28"/>
                  </w:rPr>
                  <w:t>Vorname Nachname</w:t>
                </w:r>
              </w:p>
            </w:tc>
          </w:sdtContent>
        </w:sdt>
      </w:tr>
      <w:tr w:rsidR="00E34757" w:rsidRPr="00AF62C4" w:rsidTr="003F75FD">
        <w:trPr>
          <w:gridAfter w:val="1"/>
          <w:wAfter w:w="112" w:type="dxa"/>
          <w:trHeight w:val="377"/>
        </w:trPr>
        <w:tc>
          <w:tcPr>
            <w:tcW w:w="2376" w:type="dxa"/>
          </w:tcPr>
          <w:p w:rsidR="00E34757" w:rsidRPr="00AF62C4" w:rsidRDefault="00E34757" w:rsidP="008650D6">
            <w:pPr>
              <w:tabs>
                <w:tab w:val="left" w:pos="3500"/>
              </w:tabs>
              <w:spacing w:line="276" w:lineRule="auto"/>
              <w:rPr>
                <w:rFonts w:cs="Khmer UI"/>
                <w:sz w:val="28"/>
                <w:szCs w:val="24"/>
              </w:rPr>
            </w:pPr>
            <w:r w:rsidRPr="00AF62C4">
              <w:rPr>
                <w:rFonts w:cs="Khmer UI"/>
                <w:sz w:val="28"/>
                <w:szCs w:val="24"/>
              </w:rPr>
              <w:t xml:space="preserve">geboren am: </w:t>
            </w:r>
          </w:p>
        </w:tc>
        <w:sdt>
          <w:sdtPr>
            <w:rPr>
              <w:rFonts w:cs="Khmer UI"/>
              <w:sz w:val="28"/>
              <w:szCs w:val="28"/>
            </w:rPr>
            <w:id w:val="93772534"/>
            <w:placeholder>
              <w:docPart w:val="AF443D7CAC7842C4B62926DEF0FD14D4"/>
            </w:placeholder>
            <w:text/>
          </w:sdtPr>
          <w:sdtEndPr/>
          <w:sdtContent>
            <w:tc>
              <w:tcPr>
                <w:tcW w:w="6572" w:type="dxa"/>
                <w:gridSpan w:val="3"/>
              </w:tcPr>
              <w:p w:rsidR="00E34757" w:rsidRPr="00550055" w:rsidRDefault="00C6358F" w:rsidP="00C6358F">
                <w:pPr>
                  <w:spacing w:line="276" w:lineRule="auto"/>
                  <w:rPr>
                    <w:rFonts w:cs="Khmer UI"/>
                    <w:sz w:val="28"/>
                    <w:szCs w:val="28"/>
                  </w:rPr>
                </w:pPr>
                <w:r>
                  <w:rPr>
                    <w:rFonts w:cs="Khmer UI"/>
                    <w:sz w:val="28"/>
                    <w:szCs w:val="28"/>
                  </w:rPr>
                  <w:t>TT</w:t>
                </w:r>
                <w:r w:rsidR="008E7334">
                  <w:rPr>
                    <w:rFonts w:cs="Khmer UI"/>
                    <w:sz w:val="28"/>
                    <w:szCs w:val="28"/>
                  </w:rPr>
                  <w:t>.</w:t>
                </w:r>
                <w:r>
                  <w:rPr>
                    <w:rFonts w:cs="Khmer UI"/>
                    <w:sz w:val="28"/>
                    <w:szCs w:val="28"/>
                  </w:rPr>
                  <w:t>MM</w:t>
                </w:r>
                <w:r w:rsidR="008E7334">
                  <w:rPr>
                    <w:rFonts w:cs="Khmer UI"/>
                    <w:sz w:val="28"/>
                    <w:szCs w:val="28"/>
                  </w:rPr>
                  <w:t>.</w:t>
                </w:r>
                <w:r>
                  <w:rPr>
                    <w:rFonts w:cs="Khmer UI"/>
                    <w:sz w:val="28"/>
                    <w:szCs w:val="28"/>
                  </w:rPr>
                  <w:t>JJJJ</w:t>
                </w:r>
              </w:p>
            </w:tc>
          </w:sdtContent>
        </w:sdt>
      </w:tr>
      <w:tr w:rsidR="00E34757" w:rsidRPr="00AF62C4" w:rsidTr="003F75FD">
        <w:trPr>
          <w:gridAfter w:val="1"/>
          <w:wAfter w:w="112" w:type="dxa"/>
          <w:trHeight w:val="376"/>
        </w:trPr>
        <w:tc>
          <w:tcPr>
            <w:tcW w:w="2376" w:type="dxa"/>
          </w:tcPr>
          <w:p w:rsidR="00E34757" w:rsidRPr="00AF62C4" w:rsidRDefault="0043069F" w:rsidP="008650D6">
            <w:pPr>
              <w:tabs>
                <w:tab w:val="right" w:pos="2727"/>
              </w:tabs>
              <w:spacing w:line="276" w:lineRule="auto"/>
              <w:rPr>
                <w:rFonts w:cs="Khmer UI"/>
                <w:sz w:val="28"/>
                <w:szCs w:val="24"/>
              </w:rPr>
            </w:pPr>
            <w:r w:rsidRPr="00AF62C4">
              <w:rPr>
                <w:rFonts w:cs="Khmer UI"/>
                <w:sz w:val="28"/>
                <w:szCs w:val="24"/>
              </w:rPr>
              <w:t xml:space="preserve">geboren </w:t>
            </w:r>
            <w:r w:rsidR="00E34757" w:rsidRPr="00AF62C4">
              <w:rPr>
                <w:rFonts w:cs="Khmer UI"/>
                <w:sz w:val="28"/>
                <w:szCs w:val="24"/>
              </w:rPr>
              <w:t>in:</w:t>
            </w:r>
            <w:r w:rsidR="00E34757" w:rsidRPr="00AF62C4">
              <w:rPr>
                <w:rFonts w:cs="Khmer UI"/>
                <w:sz w:val="28"/>
                <w:szCs w:val="24"/>
              </w:rPr>
              <w:tab/>
            </w:r>
          </w:p>
        </w:tc>
        <w:sdt>
          <w:sdtPr>
            <w:rPr>
              <w:rFonts w:cs="Khmer UI"/>
              <w:sz w:val="28"/>
              <w:szCs w:val="28"/>
            </w:rPr>
            <w:id w:val="93772535"/>
            <w:placeholder>
              <w:docPart w:val="60D51EE6C47C45B9A6740844C06C88C7"/>
            </w:placeholder>
            <w:text/>
          </w:sdtPr>
          <w:sdtEndPr/>
          <w:sdtContent>
            <w:tc>
              <w:tcPr>
                <w:tcW w:w="6572" w:type="dxa"/>
                <w:gridSpan w:val="3"/>
              </w:tcPr>
              <w:p w:rsidR="00E34757" w:rsidRPr="00550055" w:rsidRDefault="00C6358F" w:rsidP="00C6358F">
                <w:pPr>
                  <w:spacing w:line="276" w:lineRule="auto"/>
                  <w:rPr>
                    <w:rFonts w:cs="Khmer UI"/>
                    <w:sz w:val="28"/>
                    <w:szCs w:val="28"/>
                  </w:rPr>
                </w:pPr>
                <w:r>
                  <w:rPr>
                    <w:rFonts w:cs="Khmer UI"/>
                    <w:sz w:val="28"/>
                    <w:szCs w:val="28"/>
                  </w:rPr>
                  <w:t>Geburtsort</w:t>
                </w:r>
              </w:p>
            </w:tc>
          </w:sdtContent>
        </w:sdt>
      </w:tr>
      <w:tr w:rsidR="005D6A7D" w:rsidRPr="00AF62C4" w:rsidTr="003F75FD">
        <w:trPr>
          <w:gridAfter w:val="1"/>
          <w:wAfter w:w="112" w:type="dxa"/>
        </w:trPr>
        <w:tc>
          <w:tcPr>
            <w:tcW w:w="2376" w:type="dxa"/>
          </w:tcPr>
          <w:p w:rsidR="005D6A7D" w:rsidRPr="00F74E9F" w:rsidRDefault="00015089" w:rsidP="008650D6">
            <w:pPr>
              <w:spacing w:line="276" w:lineRule="auto"/>
              <w:rPr>
                <w:rFonts w:cs="Khmer UI"/>
                <w:sz w:val="28"/>
                <w:szCs w:val="28"/>
              </w:rPr>
            </w:pPr>
            <w:r w:rsidRPr="00F74E9F">
              <w:rPr>
                <w:rFonts w:cs="Khmer UI"/>
                <w:sz w:val="28"/>
                <w:szCs w:val="28"/>
              </w:rPr>
              <w:t>G</w:t>
            </w:r>
            <w:r w:rsidR="0043069F" w:rsidRPr="00F74E9F">
              <w:rPr>
                <w:rFonts w:cs="Khmer UI"/>
                <w:sz w:val="28"/>
                <w:szCs w:val="28"/>
              </w:rPr>
              <w:t>utachter/</w:t>
            </w:r>
            <w:r w:rsidR="005D6A7D" w:rsidRPr="00F74E9F">
              <w:rPr>
                <w:rFonts w:cs="Khmer UI"/>
                <w:sz w:val="28"/>
                <w:szCs w:val="28"/>
              </w:rPr>
              <w:t>in</w:t>
            </w:r>
            <w:r w:rsidR="00CC38BB" w:rsidRPr="00F74E9F">
              <w:rPr>
                <w:rFonts w:cs="Khmer UI"/>
                <w:sz w:val="28"/>
                <w:szCs w:val="28"/>
              </w:rPr>
              <w:t>nen</w:t>
            </w:r>
            <w:r w:rsidR="00291BF2" w:rsidRPr="00F74E9F">
              <w:rPr>
                <w:rFonts w:cs="Khmer UI"/>
                <w:sz w:val="28"/>
                <w:szCs w:val="28"/>
              </w:rPr>
              <w:t>:</w:t>
            </w:r>
          </w:p>
        </w:tc>
        <w:sdt>
          <w:sdtPr>
            <w:rPr>
              <w:rFonts w:cs="Khmer UI"/>
              <w:sz w:val="28"/>
              <w:szCs w:val="28"/>
            </w:rPr>
            <w:id w:val="93772551"/>
            <w:placeholder>
              <w:docPart w:val="ED0F0AF04DDB45C28A6FF04F226DE3D6"/>
            </w:placeholder>
            <w:text/>
          </w:sdtPr>
          <w:sdtEndPr/>
          <w:sdtContent>
            <w:tc>
              <w:tcPr>
                <w:tcW w:w="6572" w:type="dxa"/>
                <w:gridSpan w:val="3"/>
              </w:tcPr>
              <w:p w:rsidR="005D6A7D" w:rsidRPr="00F74E9F" w:rsidRDefault="00C6358F" w:rsidP="00C6358F">
                <w:pPr>
                  <w:spacing w:line="276" w:lineRule="auto"/>
                  <w:rPr>
                    <w:rFonts w:cs="Khmer UI"/>
                    <w:sz w:val="28"/>
                    <w:szCs w:val="28"/>
                  </w:rPr>
                </w:pPr>
                <w:r>
                  <w:rPr>
                    <w:rFonts w:cs="Khmer UI"/>
                    <w:sz w:val="28"/>
                    <w:szCs w:val="28"/>
                  </w:rPr>
                  <w:t>Titel Name</w:t>
                </w:r>
              </w:p>
            </w:tc>
          </w:sdtContent>
        </w:sdt>
      </w:tr>
      <w:tr w:rsidR="005D6A7D" w:rsidRPr="00AF62C4" w:rsidTr="00F74E9F">
        <w:trPr>
          <w:gridAfter w:val="1"/>
          <w:wAfter w:w="112" w:type="dxa"/>
          <w:trHeight w:val="280"/>
        </w:trPr>
        <w:tc>
          <w:tcPr>
            <w:tcW w:w="2376" w:type="dxa"/>
          </w:tcPr>
          <w:p w:rsidR="005D6A7D" w:rsidRPr="00F74E9F" w:rsidRDefault="005D6A7D" w:rsidP="008650D6">
            <w:pPr>
              <w:spacing w:line="276" w:lineRule="auto"/>
              <w:rPr>
                <w:rFonts w:cs="Khmer UI"/>
                <w:sz w:val="28"/>
                <w:szCs w:val="28"/>
              </w:rPr>
            </w:pPr>
          </w:p>
          <w:p w:rsidR="009B52A9" w:rsidRPr="00F74E9F" w:rsidRDefault="009B52A9" w:rsidP="008650D6">
            <w:pPr>
              <w:spacing w:line="276" w:lineRule="auto"/>
              <w:rPr>
                <w:rFonts w:cs="Khmer UI"/>
                <w:sz w:val="28"/>
                <w:szCs w:val="28"/>
              </w:rPr>
            </w:pPr>
          </w:p>
        </w:tc>
        <w:sdt>
          <w:sdtPr>
            <w:rPr>
              <w:rFonts w:cs="Khmer UI"/>
              <w:sz w:val="28"/>
              <w:szCs w:val="28"/>
            </w:rPr>
            <w:id w:val="93772554"/>
            <w:placeholder>
              <w:docPart w:val="CC227336130348B6B08A9A6FDFD41FB7"/>
            </w:placeholder>
            <w:text/>
          </w:sdtPr>
          <w:sdtEndPr/>
          <w:sdtContent>
            <w:tc>
              <w:tcPr>
                <w:tcW w:w="6572" w:type="dxa"/>
                <w:gridSpan w:val="3"/>
              </w:tcPr>
              <w:p w:rsidR="005D6A7D" w:rsidRPr="008E7334" w:rsidRDefault="00C6358F" w:rsidP="008E7334">
                <w:pPr>
                  <w:spacing w:line="276" w:lineRule="auto"/>
                  <w:rPr>
                    <w:rFonts w:cs="Khmer UI"/>
                    <w:sz w:val="28"/>
                    <w:szCs w:val="28"/>
                  </w:rPr>
                </w:pPr>
                <w:r w:rsidRPr="00145106">
                  <w:rPr>
                    <w:rFonts w:cs="Khmer UI"/>
                    <w:sz w:val="28"/>
                    <w:szCs w:val="28"/>
                  </w:rPr>
                  <w:t>Titel Name</w:t>
                </w:r>
              </w:p>
            </w:tc>
          </w:sdtContent>
        </w:sdt>
      </w:tr>
      <w:tr w:rsidR="000133A1" w:rsidRPr="00AF62C4" w:rsidTr="00F74E9F">
        <w:trPr>
          <w:gridAfter w:val="1"/>
          <w:wAfter w:w="112" w:type="dxa"/>
        </w:trPr>
        <w:tc>
          <w:tcPr>
            <w:tcW w:w="2376" w:type="dxa"/>
          </w:tcPr>
          <w:p w:rsidR="00902B7B" w:rsidRPr="00AF62C4" w:rsidRDefault="000133A1" w:rsidP="008650D6">
            <w:pPr>
              <w:spacing w:line="276" w:lineRule="auto"/>
              <w:rPr>
                <w:rFonts w:cs="Khmer UI"/>
                <w:sz w:val="28"/>
                <w:szCs w:val="24"/>
              </w:rPr>
            </w:pPr>
            <w:r w:rsidRPr="00AF62C4">
              <w:rPr>
                <w:rFonts w:cs="Khmer UI"/>
                <w:sz w:val="28"/>
                <w:szCs w:val="24"/>
              </w:rPr>
              <w:t>eingereicht am:</w:t>
            </w:r>
          </w:p>
          <w:p w:rsidR="000133A1" w:rsidRPr="00AF62C4" w:rsidRDefault="000133A1" w:rsidP="008650D6">
            <w:pPr>
              <w:spacing w:line="276" w:lineRule="auto"/>
              <w:rPr>
                <w:rFonts w:cs="Khmer UI"/>
                <w:sz w:val="28"/>
                <w:szCs w:val="24"/>
              </w:rPr>
            </w:pPr>
            <w:r w:rsidRPr="00AF62C4">
              <w:rPr>
                <w:rFonts w:cs="Khmer UI"/>
                <w:sz w:val="28"/>
                <w:szCs w:val="24"/>
              </w:rPr>
              <w:t xml:space="preserve"> </w:t>
            </w:r>
          </w:p>
        </w:tc>
        <w:tc>
          <w:tcPr>
            <w:tcW w:w="2104" w:type="dxa"/>
          </w:tcPr>
          <w:p w:rsidR="000133A1" w:rsidRPr="00AF62C4" w:rsidRDefault="00125884" w:rsidP="008650D6">
            <w:pPr>
              <w:spacing w:line="276" w:lineRule="auto"/>
              <w:rPr>
                <w:rFonts w:cs="Khmer UI"/>
                <w:sz w:val="28"/>
                <w:szCs w:val="24"/>
                <w:vertAlign w:val="subscript"/>
              </w:rPr>
            </w:pPr>
            <w:r w:rsidRPr="00AF62C4">
              <w:rPr>
                <w:rFonts w:cs="Khmer UI"/>
                <w:sz w:val="28"/>
                <w:szCs w:val="24"/>
                <w:vertAlign w:val="subscript"/>
              </w:rPr>
              <w:t>………………………………....</w:t>
            </w:r>
          </w:p>
        </w:tc>
        <w:tc>
          <w:tcPr>
            <w:tcW w:w="2207" w:type="dxa"/>
          </w:tcPr>
          <w:p w:rsidR="000133A1" w:rsidRPr="00AF62C4" w:rsidRDefault="000133A1" w:rsidP="008650D6">
            <w:pPr>
              <w:spacing w:line="276" w:lineRule="auto"/>
              <w:rPr>
                <w:rFonts w:cs="Khmer UI"/>
                <w:sz w:val="28"/>
                <w:szCs w:val="24"/>
              </w:rPr>
            </w:pPr>
            <w:r w:rsidRPr="00AF62C4">
              <w:rPr>
                <w:rFonts w:cs="Khmer UI"/>
                <w:sz w:val="28"/>
                <w:szCs w:val="24"/>
              </w:rPr>
              <w:t>verteidigt am:</w:t>
            </w:r>
          </w:p>
          <w:p w:rsidR="00F74E9F" w:rsidRDefault="00C6358F" w:rsidP="008650D6">
            <w:pPr>
              <w:spacing w:line="276" w:lineRule="auto"/>
              <w:rPr>
                <w:rFonts w:cs="Khmer UI"/>
                <w:sz w:val="28"/>
                <w:szCs w:val="24"/>
              </w:rPr>
            </w:pPr>
            <w:r w:rsidRPr="00083772">
              <w:rPr>
                <w:rStyle w:val="Platzhaltertext"/>
                <w:rFonts w:ascii="Calibri" w:eastAsia="Calibri" w:hAnsi="Calibri" w:cs="Times New Roman"/>
                <w:b/>
                <w:color w:val="A6A6A6"/>
                <w:sz w:val="18"/>
              </w:rPr>
              <w:t>Achtung!</w:t>
            </w:r>
            <w:r w:rsidRPr="00083772">
              <w:rPr>
                <w:rStyle w:val="Platzhaltertext"/>
                <w:rFonts w:ascii="Calibri" w:eastAsia="Calibri" w:hAnsi="Calibri" w:cs="Times New Roman"/>
                <w:color w:val="A6A6A6"/>
                <w:sz w:val="18"/>
              </w:rPr>
              <w:t xml:space="preserve"> Beim Kombi-Bachelor bitte weglassen, Platzhaltertext löschen</w:t>
            </w:r>
          </w:p>
          <w:p w:rsidR="00F74E9F" w:rsidRPr="00AF62C4" w:rsidRDefault="00F74E9F" w:rsidP="008650D6">
            <w:pPr>
              <w:spacing w:line="276" w:lineRule="auto"/>
              <w:rPr>
                <w:rFonts w:cs="Khmer UI"/>
                <w:sz w:val="28"/>
                <w:szCs w:val="24"/>
              </w:rPr>
            </w:pPr>
          </w:p>
        </w:tc>
        <w:tc>
          <w:tcPr>
            <w:tcW w:w="2261" w:type="dxa"/>
          </w:tcPr>
          <w:p w:rsidR="000133A1" w:rsidRPr="00AF62C4" w:rsidRDefault="00125884" w:rsidP="008650D6">
            <w:pPr>
              <w:spacing w:line="276" w:lineRule="auto"/>
              <w:rPr>
                <w:rFonts w:cs="Khmer UI"/>
                <w:sz w:val="28"/>
                <w:szCs w:val="24"/>
              </w:rPr>
            </w:pPr>
            <w:r w:rsidRPr="00AF62C4">
              <w:rPr>
                <w:rFonts w:cs="Khmer UI"/>
                <w:sz w:val="28"/>
                <w:szCs w:val="24"/>
                <w:vertAlign w:val="subscript"/>
              </w:rPr>
              <w:t>………………………………....</w:t>
            </w:r>
          </w:p>
        </w:tc>
      </w:tr>
    </w:tbl>
    <w:p w:rsidR="00F74E9F" w:rsidRDefault="00F74E9F" w:rsidP="00F74E9F">
      <w:pPr>
        <w:spacing w:after="0" w:line="240" w:lineRule="auto"/>
        <w:rPr>
          <w:rFonts w:ascii="Gill Sans MT" w:hAnsi="Gill Sans MT"/>
          <w:sz w:val="24"/>
          <w:szCs w:val="24"/>
        </w:rPr>
      </w:pPr>
    </w:p>
    <w:p w:rsidR="00DE12D8" w:rsidRPr="00AF62C4" w:rsidRDefault="00DE12D8" w:rsidP="00F70B8D">
      <w:pPr>
        <w:rPr>
          <w:rFonts w:cs="Khmer UI"/>
          <w:sz w:val="16"/>
          <w:szCs w:val="16"/>
        </w:rPr>
      </w:pPr>
    </w:p>
    <w:sectPr w:rsidR="00DE12D8" w:rsidRPr="00AF62C4" w:rsidSect="00B05147">
      <w:headerReference w:type="default" r:id="rId8"/>
      <w:pgSz w:w="11906" w:h="16838" w:code="9"/>
      <w:pgMar w:top="2666" w:right="1531" w:bottom="278" w:left="1531" w:header="169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E7334" w:rsidRDefault="008E7334" w:rsidP="009E30FB">
      <w:pPr>
        <w:spacing w:after="0" w:line="240" w:lineRule="auto"/>
      </w:pPr>
      <w:r>
        <w:separator/>
      </w:r>
    </w:p>
  </w:endnote>
  <w:endnote w:type="continuationSeparator" w:id="0">
    <w:p w:rsidR="008E7334" w:rsidRDefault="008E7334" w:rsidP="009E30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hmer UI">
    <w:panose1 w:val="020B0502040204020203"/>
    <w:charset w:val="00"/>
    <w:family w:val="swiss"/>
    <w:pitch w:val="variable"/>
    <w:sig w:usb0="8000002F" w:usb1="0000204A" w:usb2="0001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E7334" w:rsidRDefault="008E7334" w:rsidP="009E30FB">
      <w:pPr>
        <w:spacing w:after="0" w:line="240" w:lineRule="auto"/>
      </w:pPr>
      <w:r>
        <w:separator/>
      </w:r>
    </w:p>
  </w:footnote>
  <w:footnote w:type="continuationSeparator" w:id="0">
    <w:p w:rsidR="008E7334" w:rsidRDefault="008E7334" w:rsidP="009E30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4E9F" w:rsidRPr="00AF62C4" w:rsidRDefault="00F74E9F" w:rsidP="00AF62C4">
    <w:pPr>
      <w:pStyle w:val="Kopfzeile"/>
      <w:rPr>
        <w:rFonts w:ascii="Times New Roman" w:hAnsi="Times New Roman" w:cs="Times New Roman"/>
        <w:smallCaps/>
        <w:spacing w:val="60"/>
        <w:sz w:val="32"/>
      </w:rPr>
    </w:pPr>
    <w:r w:rsidRPr="00AF62C4">
      <w:rPr>
        <w:rFonts w:ascii="Times New Roman" w:hAnsi="Times New Roman" w:cs="Times New Roman"/>
        <w:smallCaps/>
        <w:spacing w:val="60"/>
        <w:sz w:val="32"/>
      </w:rPr>
      <w:t>Humboldt-Universität zu Berlin</w:t>
    </w:r>
  </w:p>
  <w:p w:rsidR="00F74E9F" w:rsidRPr="00AF62C4" w:rsidRDefault="00F74E9F">
    <w:pPr>
      <w:pStyle w:val="Kopfzeile"/>
      <w:rPr>
        <w:rFonts w:ascii="Times New Roman" w:hAnsi="Times New Roman" w:cs="Times New Roman"/>
        <w:smallCaps/>
        <w:spacing w:val="24"/>
        <w:sz w:val="24"/>
      </w:rPr>
    </w:pPr>
    <w:r w:rsidRPr="00AF62C4">
      <w:rPr>
        <w:rFonts w:ascii="Times New Roman" w:hAnsi="Times New Roman" w:cs="Times New Roman"/>
        <w:smallCaps/>
        <w:spacing w:val="24"/>
        <w:sz w:val="24"/>
      </w:rPr>
      <w:t>Mathematisch-Naturwissenschaftliche Fakultät</w:t>
    </w:r>
  </w:p>
  <w:p w:rsidR="00F74E9F" w:rsidRPr="00AF62C4" w:rsidRDefault="00F74E9F">
    <w:pPr>
      <w:pStyle w:val="Kopfzeile"/>
      <w:rPr>
        <w:rFonts w:ascii="Times New Roman" w:hAnsi="Times New Roman" w:cs="Times New Roman"/>
        <w:smallCaps/>
        <w:spacing w:val="24"/>
        <w:sz w:val="24"/>
      </w:rPr>
    </w:pPr>
    <w:r w:rsidRPr="00AF62C4">
      <w:rPr>
        <w:rFonts w:ascii="Times New Roman" w:hAnsi="Times New Roman" w:cs="Times New Roman"/>
        <w:smallCaps/>
        <w:spacing w:val="24"/>
        <w:sz w:val="24"/>
      </w:rPr>
      <w:t>Institut für Informatik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0F47888"/>
    <w:multiLevelType w:val="hybridMultilevel"/>
    <w:tmpl w:val="E69EDB6A"/>
    <w:lvl w:ilvl="0" w:tplc="BE925FF0">
      <w:numFmt w:val="bullet"/>
      <w:lvlText w:val="-"/>
      <w:lvlJc w:val="left"/>
      <w:pPr>
        <w:ind w:left="720" w:hanging="360"/>
      </w:pPr>
      <w:rPr>
        <w:rFonts w:ascii="Gill Sans MT" w:eastAsiaTheme="minorHAnsi" w:hAnsi="Gill Sans MT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linkStyles/>
  <w:defaultTabStop w:val="708"/>
  <w:hyphenationZone w:val="425"/>
  <w:characterSpacingControl w:val="doNotCompress"/>
  <w:hdrShapeDefaults>
    <o:shapedefaults v:ext="edit" spidmax="174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358F"/>
    <w:rsid w:val="000133A1"/>
    <w:rsid w:val="00015089"/>
    <w:rsid w:val="0006209F"/>
    <w:rsid w:val="00062C85"/>
    <w:rsid w:val="00063912"/>
    <w:rsid w:val="0006756B"/>
    <w:rsid w:val="000B6DA0"/>
    <w:rsid w:val="00106449"/>
    <w:rsid w:val="00113868"/>
    <w:rsid w:val="00125884"/>
    <w:rsid w:val="00141B97"/>
    <w:rsid w:val="00144B55"/>
    <w:rsid w:val="001955C8"/>
    <w:rsid w:val="001D6C2C"/>
    <w:rsid w:val="0020137D"/>
    <w:rsid w:val="00232DD6"/>
    <w:rsid w:val="002446C2"/>
    <w:rsid w:val="00290E3C"/>
    <w:rsid w:val="00291BF2"/>
    <w:rsid w:val="00297A4F"/>
    <w:rsid w:val="002B416C"/>
    <w:rsid w:val="002E01B1"/>
    <w:rsid w:val="002E1413"/>
    <w:rsid w:val="00317C5F"/>
    <w:rsid w:val="00323265"/>
    <w:rsid w:val="00377A20"/>
    <w:rsid w:val="003A0884"/>
    <w:rsid w:val="003C09ED"/>
    <w:rsid w:val="003D21D1"/>
    <w:rsid w:val="003E3338"/>
    <w:rsid w:val="003F75FD"/>
    <w:rsid w:val="00412691"/>
    <w:rsid w:val="00424C71"/>
    <w:rsid w:val="00425A57"/>
    <w:rsid w:val="00426854"/>
    <w:rsid w:val="0043069F"/>
    <w:rsid w:val="0044174F"/>
    <w:rsid w:val="004D05DC"/>
    <w:rsid w:val="004D088B"/>
    <w:rsid w:val="004F11E5"/>
    <w:rsid w:val="00534EED"/>
    <w:rsid w:val="0054034F"/>
    <w:rsid w:val="00550055"/>
    <w:rsid w:val="005857CF"/>
    <w:rsid w:val="005B2B5C"/>
    <w:rsid w:val="005B5758"/>
    <w:rsid w:val="005C21EC"/>
    <w:rsid w:val="005D6A7D"/>
    <w:rsid w:val="005F2688"/>
    <w:rsid w:val="005F6054"/>
    <w:rsid w:val="00621E65"/>
    <w:rsid w:val="00647B1B"/>
    <w:rsid w:val="00675A28"/>
    <w:rsid w:val="00682F09"/>
    <w:rsid w:val="006A6C89"/>
    <w:rsid w:val="006B55ED"/>
    <w:rsid w:val="007249B5"/>
    <w:rsid w:val="00732A40"/>
    <w:rsid w:val="00733BBA"/>
    <w:rsid w:val="007533C1"/>
    <w:rsid w:val="00755A2C"/>
    <w:rsid w:val="00762528"/>
    <w:rsid w:val="00774C1D"/>
    <w:rsid w:val="007831FA"/>
    <w:rsid w:val="007A6BA0"/>
    <w:rsid w:val="007A71F2"/>
    <w:rsid w:val="007A7B17"/>
    <w:rsid w:val="007D23C5"/>
    <w:rsid w:val="007D3284"/>
    <w:rsid w:val="007D595B"/>
    <w:rsid w:val="007F1593"/>
    <w:rsid w:val="00800704"/>
    <w:rsid w:val="00804D4C"/>
    <w:rsid w:val="0081286F"/>
    <w:rsid w:val="00815260"/>
    <w:rsid w:val="00862D2F"/>
    <w:rsid w:val="008650D6"/>
    <w:rsid w:val="00876542"/>
    <w:rsid w:val="00882E14"/>
    <w:rsid w:val="008A59EA"/>
    <w:rsid w:val="008B272B"/>
    <w:rsid w:val="008D0D78"/>
    <w:rsid w:val="008E7334"/>
    <w:rsid w:val="008F2DE2"/>
    <w:rsid w:val="00902B7B"/>
    <w:rsid w:val="009112E9"/>
    <w:rsid w:val="00925637"/>
    <w:rsid w:val="0094039F"/>
    <w:rsid w:val="009831C6"/>
    <w:rsid w:val="009A6E81"/>
    <w:rsid w:val="009B1DA6"/>
    <w:rsid w:val="009B52A9"/>
    <w:rsid w:val="009E1A35"/>
    <w:rsid w:val="009E1A91"/>
    <w:rsid w:val="009E30FB"/>
    <w:rsid w:val="00A23922"/>
    <w:rsid w:val="00A4333F"/>
    <w:rsid w:val="00A53127"/>
    <w:rsid w:val="00A6186F"/>
    <w:rsid w:val="00A66B81"/>
    <w:rsid w:val="00A80877"/>
    <w:rsid w:val="00A84A4C"/>
    <w:rsid w:val="00A90A0C"/>
    <w:rsid w:val="00A940EE"/>
    <w:rsid w:val="00AB02E4"/>
    <w:rsid w:val="00AF62C4"/>
    <w:rsid w:val="00B05147"/>
    <w:rsid w:val="00B166CA"/>
    <w:rsid w:val="00B1732B"/>
    <w:rsid w:val="00B72CF1"/>
    <w:rsid w:val="00BB1B8F"/>
    <w:rsid w:val="00BB6CC1"/>
    <w:rsid w:val="00BE4473"/>
    <w:rsid w:val="00C00554"/>
    <w:rsid w:val="00C33F6C"/>
    <w:rsid w:val="00C47755"/>
    <w:rsid w:val="00C53D49"/>
    <w:rsid w:val="00C63420"/>
    <w:rsid w:val="00C6358F"/>
    <w:rsid w:val="00C700F4"/>
    <w:rsid w:val="00C80C13"/>
    <w:rsid w:val="00C84835"/>
    <w:rsid w:val="00CC2DEC"/>
    <w:rsid w:val="00CC38BB"/>
    <w:rsid w:val="00CF1D73"/>
    <w:rsid w:val="00D11A1B"/>
    <w:rsid w:val="00D15343"/>
    <w:rsid w:val="00D20907"/>
    <w:rsid w:val="00D22C92"/>
    <w:rsid w:val="00D25871"/>
    <w:rsid w:val="00D73E21"/>
    <w:rsid w:val="00DD2EA4"/>
    <w:rsid w:val="00DE12D8"/>
    <w:rsid w:val="00DF76E0"/>
    <w:rsid w:val="00DF7DB5"/>
    <w:rsid w:val="00E131F0"/>
    <w:rsid w:val="00E206A4"/>
    <w:rsid w:val="00E34757"/>
    <w:rsid w:val="00E628DF"/>
    <w:rsid w:val="00E7180D"/>
    <w:rsid w:val="00E961FE"/>
    <w:rsid w:val="00EA19B3"/>
    <w:rsid w:val="00EC5F30"/>
    <w:rsid w:val="00EE1365"/>
    <w:rsid w:val="00EE40EC"/>
    <w:rsid w:val="00EF16FF"/>
    <w:rsid w:val="00F327A6"/>
    <w:rsid w:val="00F35285"/>
    <w:rsid w:val="00F4203F"/>
    <w:rsid w:val="00F47E95"/>
    <w:rsid w:val="00F677E8"/>
    <w:rsid w:val="00F70B8D"/>
    <w:rsid w:val="00F71A99"/>
    <w:rsid w:val="00F74E9F"/>
    <w:rsid w:val="00FC5A86"/>
    <w:rsid w:val="00FD0B0A"/>
    <w:rsid w:val="00FE25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09"/>
    <o:shapelayout v:ext="edit">
      <o:idmap v:ext="edit" data="1"/>
    </o:shapelayout>
  </w:shapeDefaults>
  <w:decimalSymbol w:val=","/>
  <w:listSeparator w:val=";"/>
  <w15:docId w15:val="{0D74FBEE-C41A-4C44-B7CF-F7F972BC26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882E14"/>
    <w:pPr>
      <w:spacing w:after="160" w:line="259" w:lineRule="auto"/>
    </w:pPr>
  </w:style>
  <w:style w:type="character" w:default="1" w:styleId="Absatz-Standardschriftart">
    <w:name w:val="Default Paragraph Font"/>
    <w:uiPriority w:val="1"/>
    <w:semiHidden/>
    <w:unhideWhenUsed/>
    <w:rsid w:val="00882E14"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  <w:rsid w:val="00882E14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635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6358F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C635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tzhaltertext">
    <w:name w:val="Placeholder Text"/>
    <w:basedOn w:val="Absatz-Standardschriftart"/>
    <w:uiPriority w:val="99"/>
    <w:semiHidden/>
    <w:rsid w:val="00C6358F"/>
    <w:rPr>
      <w:color w:val="80808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C6358F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C6358F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C6358F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6358F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C6358F"/>
    <w:rPr>
      <w:b/>
      <w:bCs/>
      <w:sz w:val="20"/>
      <w:szCs w:val="20"/>
    </w:rPr>
  </w:style>
  <w:style w:type="paragraph" w:styleId="Listenabsatz">
    <w:name w:val="List Paragraph"/>
    <w:basedOn w:val="Standard"/>
    <w:uiPriority w:val="34"/>
    <w:qFormat/>
    <w:rsid w:val="00C6358F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C635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6358F"/>
  </w:style>
  <w:style w:type="paragraph" w:styleId="Fuzeile">
    <w:name w:val="footer"/>
    <w:basedOn w:val="Standard"/>
    <w:link w:val="FuzeileZchn"/>
    <w:uiPriority w:val="99"/>
    <w:unhideWhenUsed/>
    <w:rsid w:val="00C635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635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68408F9B616046AF85E70CEC551097C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276DBD5-82DB-46C3-B173-76C6A4722612}"/>
      </w:docPartPr>
      <w:docPartBody>
        <w:p w:rsidR="00B769F5" w:rsidRDefault="00B769F5">
          <w:pPr>
            <w:pStyle w:val="68408F9B616046AF85E70CEC551097CD"/>
          </w:pPr>
          <w:r w:rsidRPr="007D3284">
            <w:rPr>
              <w:rStyle w:val="Platzhaltertext"/>
              <w:b/>
              <w:color w:val="auto"/>
              <w:sz w:val="44"/>
              <w:szCs w:val="44"/>
            </w:rPr>
            <w:t>Titel der Arbeit hier eingeben</w:t>
          </w:r>
        </w:p>
      </w:docPartBody>
    </w:docPart>
    <w:docPart>
      <w:docPartPr>
        <w:name w:val="25F4E62281DC4EAD83B5AC11DBBA5E1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37FB87F-2A46-4C72-90FA-6CCFD2B41567}"/>
      </w:docPartPr>
      <w:docPartBody>
        <w:p w:rsidR="00B769F5" w:rsidRDefault="00B769F5">
          <w:pPr>
            <w:pStyle w:val="25F4E62281DC4EAD83B5AC11DBBA5E1B"/>
          </w:pPr>
          <w:r w:rsidRPr="00F74E9F">
            <w:rPr>
              <w:rStyle w:val="Platzhaltertext"/>
              <w:sz w:val="32"/>
              <w:szCs w:val="32"/>
            </w:rPr>
            <w:t>Wählen Sie ein Element aus.</w:t>
          </w:r>
        </w:p>
      </w:docPartBody>
    </w:docPart>
    <w:docPart>
      <w:docPartPr>
        <w:name w:val="55CE69C0F5844C8B97084E7BAB5B1D9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92897AB-B8BD-4AB0-A770-5DDA8D97EE71}"/>
      </w:docPartPr>
      <w:docPartBody>
        <w:p w:rsidR="00B769F5" w:rsidRDefault="00B769F5">
          <w:pPr>
            <w:pStyle w:val="55CE69C0F5844C8B97084E7BAB5B1D95"/>
          </w:pPr>
          <w:r w:rsidRPr="00F74E9F">
            <w:rPr>
              <w:rStyle w:val="Platzhaltertext"/>
              <w:sz w:val="32"/>
              <w:szCs w:val="32"/>
            </w:rPr>
            <w:t>Wählen Sie ein Element aus.</w:t>
          </w:r>
        </w:p>
      </w:docPartBody>
    </w:docPart>
    <w:docPart>
      <w:docPartPr>
        <w:name w:val="D6353316DE2447B395CF3DCA54FA18C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0A1D983-2AD6-4D0D-BF9F-39ACE6065E2E}"/>
      </w:docPartPr>
      <w:docPartBody>
        <w:p w:rsidR="00B769F5" w:rsidRDefault="00B769F5">
          <w:pPr>
            <w:pStyle w:val="D6353316DE2447B395CF3DCA54FA18C7"/>
          </w:pPr>
          <w:r w:rsidRPr="00550055">
            <w:rPr>
              <w:rStyle w:val="Platzhaltertext"/>
              <w:sz w:val="28"/>
              <w:szCs w:val="28"/>
            </w:rPr>
            <w:t>Vorname Name</w:t>
          </w:r>
        </w:p>
      </w:docPartBody>
    </w:docPart>
    <w:docPart>
      <w:docPartPr>
        <w:name w:val="AF443D7CAC7842C4B62926DEF0FD14D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FD71C3C-40E7-408D-A2C4-2468D2E7C562}"/>
      </w:docPartPr>
      <w:docPartBody>
        <w:p w:rsidR="00B769F5" w:rsidRDefault="00B769F5">
          <w:pPr>
            <w:pStyle w:val="AF443D7CAC7842C4B62926DEF0FD14D4"/>
          </w:pPr>
          <w:r w:rsidRPr="00550055">
            <w:rPr>
              <w:rStyle w:val="Platzhaltertext"/>
              <w:sz w:val="28"/>
              <w:szCs w:val="28"/>
            </w:rPr>
            <w:t>TT.MM.JJJJ</w:t>
          </w:r>
        </w:p>
      </w:docPartBody>
    </w:docPart>
    <w:docPart>
      <w:docPartPr>
        <w:name w:val="60D51EE6C47C45B9A6740844C06C88C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610FE20-D7EC-402A-ACE6-07A998AF7DFA}"/>
      </w:docPartPr>
      <w:docPartBody>
        <w:p w:rsidR="00B769F5" w:rsidRDefault="00B769F5">
          <w:pPr>
            <w:pStyle w:val="60D51EE6C47C45B9A6740844C06C88C7"/>
          </w:pPr>
          <w:r w:rsidRPr="00550055">
            <w:rPr>
              <w:rStyle w:val="Platzhaltertext"/>
              <w:sz w:val="28"/>
              <w:szCs w:val="28"/>
            </w:rPr>
            <w:t>Geburtsort</w:t>
          </w:r>
        </w:p>
      </w:docPartBody>
    </w:docPart>
    <w:docPart>
      <w:docPartPr>
        <w:name w:val="ED0F0AF04DDB45C28A6FF04F226DE3D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806FF9C-71E9-45B5-8ED5-D3042614790C}"/>
      </w:docPartPr>
      <w:docPartBody>
        <w:p w:rsidR="00B769F5" w:rsidRDefault="00B769F5">
          <w:pPr>
            <w:pStyle w:val="ED0F0AF04DDB45C28A6FF04F226DE3D6"/>
          </w:pPr>
          <w:r w:rsidRPr="00F74E9F">
            <w:rPr>
              <w:rStyle w:val="Platzhaltertext"/>
              <w:sz w:val="28"/>
              <w:szCs w:val="28"/>
            </w:rPr>
            <w:t>Titel Name</w:t>
          </w:r>
        </w:p>
      </w:docPartBody>
    </w:docPart>
    <w:docPart>
      <w:docPartPr>
        <w:name w:val="CC227336130348B6B08A9A6FDFD41FB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83DC456-0580-4137-8A98-8327EA711691}"/>
      </w:docPartPr>
      <w:docPartBody>
        <w:p w:rsidR="00B769F5" w:rsidRDefault="00B769F5">
          <w:pPr>
            <w:pStyle w:val="CC227336130348B6B08A9A6FDFD41FB7"/>
          </w:pPr>
          <w:r w:rsidRPr="00F74E9F">
            <w:rPr>
              <w:rStyle w:val="Platzhaltertext"/>
              <w:sz w:val="28"/>
              <w:szCs w:val="28"/>
            </w:rPr>
            <w:t>Titel Name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hmer UI">
    <w:panose1 w:val="020B0502040204020203"/>
    <w:charset w:val="00"/>
    <w:family w:val="swiss"/>
    <w:pitch w:val="variable"/>
    <w:sig w:usb0="8000002F" w:usb1="0000204A" w:usb2="0001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B769F5"/>
    <w:rsid w:val="00B76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Pr>
      <w:color w:val="808080"/>
    </w:rPr>
  </w:style>
  <w:style w:type="paragraph" w:customStyle="1" w:styleId="68408F9B616046AF85E70CEC551097CD">
    <w:name w:val="68408F9B616046AF85E70CEC551097CD"/>
  </w:style>
  <w:style w:type="paragraph" w:customStyle="1" w:styleId="25F4E62281DC4EAD83B5AC11DBBA5E1B">
    <w:name w:val="25F4E62281DC4EAD83B5AC11DBBA5E1B"/>
  </w:style>
  <w:style w:type="paragraph" w:customStyle="1" w:styleId="55CE69C0F5844C8B97084E7BAB5B1D95">
    <w:name w:val="55CE69C0F5844C8B97084E7BAB5B1D95"/>
  </w:style>
  <w:style w:type="paragraph" w:customStyle="1" w:styleId="D6353316DE2447B395CF3DCA54FA18C7">
    <w:name w:val="D6353316DE2447B395CF3DCA54FA18C7"/>
  </w:style>
  <w:style w:type="paragraph" w:customStyle="1" w:styleId="AF443D7CAC7842C4B62926DEF0FD14D4">
    <w:name w:val="AF443D7CAC7842C4B62926DEF0FD14D4"/>
  </w:style>
  <w:style w:type="paragraph" w:customStyle="1" w:styleId="60D51EE6C47C45B9A6740844C06C88C7">
    <w:name w:val="60D51EE6C47C45B9A6740844C06C88C7"/>
  </w:style>
  <w:style w:type="paragraph" w:customStyle="1" w:styleId="ED0F0AF04DDB45C28A6FF04F226DE3D6">
    <w:name w:val="ED0F0AF04DDB45C28A6FF04F226DE3D6"/>
  </w:style>
  <w:style w:type="paragraph" w:customStyle="1" w:styleId="CC227336130348B6B08A9A6FDFD41FB7">
    <w:name w:val="CC227336130348B6B08A9A6FDFD41FB7"/>
  </w:style>
  <w:style w:type="paragraph" w:customStyle="1" w:styleId="8E11AEB901AA4F46BCE8BD1B441E5E1D">
    <w:name w:val="8E11AEB901AA4F46BCE8BD1B441E5E1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48098416-4D4B-4DE9-9F3A-F7B80DF1F4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53B41AB1.dotm</Template>
  <TotalTime>0</TotalTime>
  <Pages>1</Pages>
  <Words>76</Words>
  <Characters>484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HUB</Company>
  <LinksUpToDate>false</LinksUpToDate>
  <CharactersWithSpaces>559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studlind</dc:creator>
  <cp:lastModifiedBy>Martin Kuban2</cp:lastModifiedBy>
  <cp:revision>5</cp:revision>
  <cp:lastPrinted>2014-07-02T13:19:00Z</cp:lastPrinted>
  <dcterms:created xsi:type="dcterms:W3CDTF">2015-08-26T10:50:00Z</dcterms:created>
  <dcterms:modified xsi:type="dcterms:W3CDTF">2017-03-28T11:35:00Z</dcterms:modified>
</cp:coreProperties>
</file>