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6E0" w:rsidRPr="005857CF" w:rsidRDefault="00DF76E0" w:rsidP="00E131F0">
      <w:pPr>
        <w:ind w:left="6372"/>
        <w:rPr>
          <w:rFonts w:ascii="Gill Sans MT" w:hAnsi="Gill Sans MT"/>
        </w:rPr>
      </w:pPr>
      <w:r w:rsidRPr="005857CF">
        <w:rPr>
          <w:rFonts w:ascii="Gill Sans MT" w:hAnsi="Gill Sans MT"/>
        </w:rPr>
        <w:t xml:space="preserve">                                                                                                                                     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104"/>
        <w:gridCol w:w="2207"/>
        <w:gridCol w:w="2261"/>
        <w:gridCol w:w="112"/>
      </w:tblGrid>
      <w:tr w:rsidR="00425A57" w:rsidRPr="00AF62C4" w:rsidTr="003F75FD">
        <w:tc>
          <w:tcPr>
            <w:tcW w:w="9060" w:type="dxa"/>
            <w:gridSpan w:val="5"/>
          </w:tcPr>
          <w:p w:rsidR="00C33F6C" w:rsidRPr="00AF62C4" w:rsidRDefault="00C33F6C" w:rsidP="00C33F6C">
            <w:pPr>
              <w:rPr>
                <w:rFonts w:cs="Khmer UI"/>
                <w:b/>
                <w:sz w:val="48"/>
                <w:szCs w:val="48"/>
              </w:rPr>
            </w:pPr>
          </w:p>
          <w:p w:rsidR="00CC38BB" w:rsidRPr="00AF62C4" w:rsidRDefault="00E05824" w:rsidP="00E05824">
            <w:pPr>
              <w:tabs>
                <w:tab w:val="left" w:pos="6499"/>
              </w:tabs>
              <w:rPr>
                <w:rFonts w:cs="Khmer UI"/>
                <w:b/>
                <w:sz w:val="48"/>
                <w:szCs w:val="48"/>
              </w:rPr>
            </w:pPr>
            <w:r>
              <w:rPr>
                <w:rFonts w:cs="Khmer UI"/>
                <w:b/>
                <w:sz w:val="48"/>
                <w:szCs w:val="48"/>
              </w:rPr>
              <w:tab/>
            </w:r>
            <w:bookmarkStart w:id="0" w:name="_GoBack"/>
            <w:bookmarkEnd w:id="0"/>
          </w:p>
          <w:p w:rsidR="0043069F" w:rsidRPr="00AF62C4" w:rsidRDefault="0043069F" w:rsidP="00C33F6C">
            <w:pPr>
              <w:rPr>
                <w:rFonts w:cs="Khmer UI"/>
                <w:b/>
                <w:sz w:val="48"/>
                <w:szCs w:val="48"/>
              </w:rPr>
            </w:pPr>
          </w:p>
          <w:p w:rsidR="0043069F" w:rsidRPr="00AF62C4" w:rsidRDefault="0043069F" w:rsidP="00C33F6C">
            <w:pPr>
              <w:rPr>
                <w:rFonts w:cs="Khmer UI"/>
                <w:b/>
                <w:sz w:val="48"/>
                <w:szCs w:val="48"/>
              </w:rPr>
            </w:pPr>
          </w:p>
          <w:sdt>
            <w:sdtPr>
              <w:rPr>
                <w:rFonts w:cs="Khmer UI"/>
                <w:b/>
                <w:sz w:val="44"/>
                <w:szCs w:val="44"/>
              </w:rPr>
              <w:id w:val="93772585"/>
              <w:placeholder>
                <w:docPart w:val="68408F9B616046AF85E70CEC551097CD"/>
              </w:placeholder>
              <w:text/>
            </w:sdtPr>
            <w:sdtEndPr/>
            <w:sdtContent>
              <w:p w:rsidR="00425A57" w:rsidRPr="007D3284" w:rsidRDefault="008E7334" w:rsidP="008E7334">
                <w:pPr>
                  <w:jc w:val="center"/>
                  <w:rPr>
                    <w:rFonts w:cs="Khmer UI"/>
                    <w:b/>
                    <w:sz w:val="44"/>
                    <w:szCs w:val="44"/>
                  </w:rPr>
                </w:pPr>
                <w:r>
                  <w:rPr>
                    <w:rFonts w:cs="Khmer UI"/>
                    <w:b/>
                    <w:sz w:val="44"/>
                    <w:szCs w:val="44"/>
                  </w:rPr>
                  <w:t>Von Kraut und Rüben – eine vergleichende Betrachtung des Wurzelwerks verschiedener Ackernutzpflanzen</w:t>
                </w:r>
              </w:p>
            </w:sdtContent>
          </w:sdt>
        </w:tc>
      </w:tr>
      <w:tr w:rsidR="00425A57" w:rsidRPr="00AF62C4" w:rsidTr="003F75FD">
        <w:tc>
          <w:tcPr>
            <w:tcW w:w="9060" w:type="dxa"/>
            <w:gridSpan w:val="5"/>
          </w:tcPr>
          <w:p w:rsidR="00CC38BB" w:rsidRPr="00F74E9F" w:rsidRDefault="00CC38BB" w:rsidP="0043069F">
            <w:pPr>
              <w:rPr>
                <w:rFonts w:cs="Khmer UI"/>
                <w:sz w:val="32"/>
                <w:szCs w:val="32"/>
              </w:rPr>
            </w:pPr>
          </w:p>
          <w:sdt>
            <w:sdtPr>
              <w:rPr>
                <w:rFonts w:cs="Khmer UI"/>
                <w:sz w:val="32"/>
                <w:szCs w:val="32"/>
              </w:rPr>
              <w:id w:val="383021660"/>
              <w:placeholder>
                <w:docPart w:val="25F4E62281DC4EAD83B5AC11DBBA5E1B"/>
              </w:placeholder>
              <w:dropDownList>
                <w:listItem w:value="Wählen Sie ein Element aus."/>
                <w:listItem w:displayText="Diplomarbeit" w:value="Diplomarbeit"/>
                <w:listItem w:displayText="Bachelorarbeit" w:value="Bachelorarbeit"/>
                <w:listItem w:displayText="Masterarbeit" w:value="Masterarbeit"/>
              </w:dropDownList>
            </w:sdtPr>
            <w:sdtEndPr/>
            <w:sdtContent>
              <w:p w:rsidR="00425A57" w:rsidRPr="008E7334" w:rsidRDefault="008E7334" w:rsidP="00377A20">
                <w:pPr>
                  <w:jc w:val="center"/>
                  <w:rPr>
                    <w:rFonts w:cs="Khmer UI"/>
                    <w:sz w:val="32"/>
                    <w:szCs w:val="32"/>
                  </w:rPr>
                </w:pPr>
                <w:r w:rsidRPr="008E7334">
                  <w:rPr>
                    <w:rFonts w:cs="Khmer UI"/>
                    <w:sz w:val="32"/>
                    <w:szCs w:val="32"/>
                  </w:rPr>
                  <w:t>Masterarbeit</w:t>
                </w:r>
              </w:p>
            </w:sdtContent>
          </w:sdt>
        </w:tc>
      </w:tr>
      <w:tr w:rsidR="00425A57" w:rsidRPr="008E7334" w:rsidTr="003F75FD">
        <w:tc>
          <w:tcPr>
            <w:tcW w:w="9060" w:type="dxa"/>
            <w:gridSpan w:val="5"/>
          </w:tcPr>
          <w:p w:rsidR="00425A57" w:rsidRPr="00F74E9F" w:rsidRDefault="00425A57" w:rsidP="00377A20">
            <w:pPr>
              <w:jc w:val="center"/>
              <w:rPr>
                <w:rFonts w:cs="Khmer UI"/>
                <w:sz w:val="32"/>
                <w:szCs w:val="32"/>
              </w:rPr>
            </w:pPr>
          </w:p>
          <w:p w:rsidR="009112E9" w:rsidRPr="00F74E9F" w:rsidRDefault="00425A57" w:rsidP="008650D6">
            <w:pPr>
              <w:spacing w:line="276" w:lineRule="auto"/>
              <w:jc w:val="center"/>
              <w:rPr>
                <w:rFonts w:cs="Khmer UI"/>
                <w:sz w:val="32"/>
                <w:szCs w:val="32"/>
              </w:rPr>
            </w:pPr>
            <w:r w:rsidRPr="00F74E9F">
              <w:rPr>
                <w:rFonts w:cs="Khmer UI"/>
                <w:sz w:val="32"/>
                <w:szCs w:val="32"/>
              </w:rPr>
              <w:t>zur Erlangung des akademischen Grades</w:t>
            </w:r>
          </w:p>
          <w:p w:rsidR="00425A57" w:rsidRPr="008E7334" w:rsidRDefault="00425A57" w:rsidP="008650D6">
            <w:pPr>
              <w:spacing w:line="276" w:lineRule="auto"/>
              <w:jc w:val="center"/>
              <w:rPr>
                <w:rFonts w:cs="Khmer UI"/>
                <w:sz w:val="32"/>
                <w:szCs w:val="32"/>
                <w:lang w:val="en-US"/>
              </w:rPr>
            </w:pPr>
            <w:r w:rsidRPr="00F74E9F">
              <w:rPr>
                <w:rFonts w:cs="Khmer UI"/>
                <w:sz w:val="32"/>
                <w:szCs w:val="32"/>
              </w:rPr>
              <w:t xml:space="preserve"> </w:t>
            </w:r>
            <w:sdt>
              <w:sdtPr>
                <w:rPr>
                  <w:rFonts w:cs="Khmer UI"/>
                  <w:sz w:val="32"/>
                  <w:szCs w:val="32"/>
                  <w:lang w:val="en-US"/>
                </w:rPr>
                <w:id w:val="383021664"/>
                <w:placeholder>
                  <w:docPart w:val="55CE69C0F5844C8B97084E7BAB5B1D95"/>
                </w:placeholder>
                <w:dropDownList>
                  <w:listItem w:value="Wählen Sie ein Element aus."/>
                  <w:listItem w:displayText="Diplominformatiker (Dipl.-Inf.)" w:value="Diplominformatiker (Dipl.-Inf.)"/>
                  <w:listItem w:displayText="Diplominformatikerin (Dipl.-Inf.)" w:value="Diplominformatikerin (Dipl.-Inf.)"/>
                  <w:listItem w:displayText="Bachelor of Arts (B.A.)" w:value="Bachelor of Arts (B.A.)"/>
                  <w:listItem w:displayText="Bachelor of Science (B.Sc.)" w:value="Bachelor of Science (B.Sc.)"/>
                  <w:listItem w:displayText="Master of Education (M.Ed.)" w:value="Master of Education (M.Ed.)"/>
                  <w:listItem w:displayText="Master of Science (M.Sc.)" w:value="Master of Science (M.Sc.)"/>
                </w:dropDownList>
              </w:sdtPr>
              <w:sdtEndPr/>
              <w:sdtContent>
                <w:r w:rsidR="008E7334" w:rsidRPr="008E7334">
                  <w:rPr>
                    <w:rFonts w:cs="Khmer UI"/>
                    <w:sz w:val="32"/>
                    <w:szCs w:val="32"/>
                    <w:lang w:val="en-US"/>
                  </w:rPr>
                  <w:t>Master of Science (M.Sc.)</w:t>
                </w:r>
              </w:sdtContent>
            </w:sdt>
          </w:p>
          <w:p w:rsidR="000B6DA0" w:rsidRPr="008E7334" w:rsidRDefault="000B6DA0" w:rsidP="000B6DA0">
            <w:pPr>
              <w:rPr>
                <w:rFonts w:cs="Khmer UI"/>
                <w:sz w:val="32"/>
                <w:szCs w:val="32"/>
                <w:lang w:val="en-US"/>
              </w:rPr>
            </w:pPr>
          </w:p>
        </w:tc>
      </w:tr>
      <w:tr w:rsidR="00425A57" w:rsidRPr="008E7334" w:rsidTr="003F75FD">
        <w:tc>
          <w:tcPr>
            <w:tcW w:w="9060" w:type="dxa"/>
            <w:gridSpan w:val="5"/>
          </w:tcPr>
          <w:p w:rsidR="00425A57" w:rsidRPr="008E7334" w:rsidRDefault="00425A57">
            <w:pPr>
              <w:rPr>
                <w:rFonts w:cs="Khmer UI"/>
                <w:sz w:val="28"/>
                <w:szCs w:val="28"/>
                <w:lang w:val="en-US"/>
              </w:rPr>
            </w:pPr>
          </w:p>
          <w:p w:rsidR="0020137D" w:rsidRPr="008E7334" w:rsidRDefault="0020137D">
            <w:pPr>
              <w:rPr>
                <w:rFonts w:cs="Khmer UI"/>
                <w:sz w:val="28"/>
                <w:szCs w:val="28"/>
                <w:lang w:val="en-US"/>
              </w:rPr>
            </w:pPr>
          </w:p>
          <w:p w:rsidR="00232DD6" w:rsidRPr="008E7334" w:rsidRDefault="00232DD6">
            <w:pPr>
              <w:rPr>
                <w:rFonts w:cs="Khmer UI"/>
                <w:sz w:val="28"/>
                <w:szCs w:val="28"/>
                <w:lang w:val="en-US"/>
              </w:rPr>
            </w:pPr>
          </w:p>
          <w:p w:rsidR="00232DD6" w:rsidRPr="008E7334" w:rsidRDefault="00232DD6">
            <w:pPr>
              <w:rPr>
                <w:rFonts w:cs="Khmer UI"/>
                <w:sz w:val="32"/>
                <w:szCs w:val="32"/>
                <w:lang w:val="en-US"/>
              </w:rPr>
            </w:pPr>
          </w:p>
          <w:p w:rsidR="008650D6" w:rsidRPr="008E7334" w:rsidRDefault="008650D6">
            <w:pPr>
              <w:rPr>
                <w:rFonts w:cs="Khmer UI"/>
                <w:sz w:val="32"/>
                <w:szCs w:val="32"/>
                <w:lang w:val="en-US"/>
              </w:rPr>
            </w:pPr>
          </w:p>
          <w:p w:rsidR="001955C8" w:rsidRPr="008E7334" w:rsidRDefault="001955C8">
            <w:pPr>
              <w:rPr>
                <w:rFonts w:cs="Khmer UI"/>
                <w:sz w:val="32"/>
                <w:szCs w:val="32"/>
                <w:lang w:val="en-US"/>
              </w:rPr>
            </w:pPr>
          </w:p>
        </w:tc>
      </w:tr>
      <w:tr w:rsidR="005D6A7D" w:rsidRPr="00AF62C4" w:rsidTr="003F75FD">
        <w:trPr>
          <w:gridAfter w:val="1"/>
          <w:wAfter w:w="112" w:type="dxa"/>
        </w:trPr>
        <w:tc>
          <w:tcPr>
            <w:tcW w:w="2376" w:type="dxa"/>
          </w:tcPr>
          <w:p w:rsidR="005D6A7D" w:rsidRPr="00AF62C4" w:rsidRDefault="005D6A7D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eingereicht von:</w:t>
            </w:r>
          </w:p>
        </w:tc>
        <w:sdt>
          <w:sdtPr>
            <w:rPr>
              <w:rFonts w:cs="Khmer UI"/>
              <w:sz w:val="28"/>
              <w:szCs w:val="28"/>
            </w:rPr>
            <w:id w:val="93772537"/>
            <w:placeholder>
              <w:docPart w:val="D6353316DE2447B395CF3DCA54FA18C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550055" w:rsidRDefault="008E7334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Maxime Mustermann</w:t>
                </w:r>
              </w:p>
            </w:tc>
          </w:sdtContent>
        </w:sdt>
      </w:tr>
      <w:tr w:rsidR="00E34757" w:rsidRPr="00AF62C4" w:rsidTr="003F75FD">
        <w:trPr>
          <w:gridAfter w:val="1"/>
          <w:wAfter w:w="112" w:type="dxa"/>
          <w:trHeight w:val="377"/>
        </w:trPr>
        <w:tc>
          <w:tcPr>
            <w:tcW w:w="2376" w:type="dxa"/>
          </w:tcPr>
          <w:p w:rsidR="00E34757" w:rsidRPr="00AF62C4" w:rsidRDefault="00E34757" w:rsidP="008650D6">
            <w:pPr>
              <w:tabs>
                <w:tab w:val="left" w:pos="3500"/>
              </w:tabs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geboren am: </w:t>
            </w:r>
          </w:p>
        </w:tc>
        <w:sdt>
          <w:sdtPr>
            <w:rPr>
              <w:rFonts w:cs="Khmer UI"/>
              <w:sz w:val="28"/>
              <w:szCs w:val="28"/>
            </w:rPr>
            <w:id w:val="93772534"/>
            <w:placeholder>
              <w:docPart w:val="AF443D7CAC7842C4B62926DEF0FD14D4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E34757" w:rsidRPr="00550055" w:rsidRDefault="008E7334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01.01.1970</w:t>
                </w:r>
              </w:p>
            </w:tc>
          </w:sdtContent>
        </w:sdt>
      </w:tr>
      <w:tr w:rsidR="00E34757" w:rsidRPr="00AF62C4" w:rsidTr="003F75FD">
        <w:trPr>
          <w:gridAfter w:val="1"/>
          <w:wAfter w:w="112" w:type="dxa"/>
          <w:trHeight w:val="376"/>
        </w:trPr>
        <w:tc>
          <w:tcPr>
            <w:tcW w:w="2376" w:type="dxa"/>
          </w:tcPr>
          <w:p w:rsidR="00E34757" w:rsidRPr="00AF62C4" w:rsidRDefault="0043069F" w:rsidP="008650D6">
            <w:pPr>
              <w:tabs>
                <w:tab w:val="right" w:pos="2727"/>
              </w:tabs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geboren </w:t>
            </w:r>
            <w:r w:rsidR="00E34757" w:rsidRPr="00AF62C4">
              <w:rPr>
                <w:rFonts w:cs="Khmer UI"/>
                <w:sz w:val="28"/>
                <w:szCs w:val="24"/>
              </w:rPr>
              <w:t>in:</w:t>
            </w:r>
            <w:r w:rsidR="00E34757" w:rsidRPr="00AF62C4">
              <w:rPr>
                <w:rFonts w:cs="Khmer UI"/>
                <w:sz w:val="28"/>
                <w:szCs w:val="24"/>
              </w:rPr>
              <w:tab/>
            </w:r>
          </w:p>
        </w:tc>
        <w:sdt>
          <w:sdtPr>
            <w:rPr>
              <w:rFonts w:cs="Khmer UI"/>
              <w:sz w:val="28"/>
              <w:szCs w:val="28"/>
            </w:rPr>
            <w:id w:val="93772535"/>
            <w:placeholder>
              <w:docPart w:val="60D51EE6C47C45B9A6740844C06C88C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E34757" w:rsidRPr="00550055" w:rsidRDefault="008E7334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>Bielefeld</w:t>
                </w:r>
              </w:p>
            </w:tc>
          </w:sdtContent>
        </w:sdt>
      </w:tr>
      <w:tr w:rsidR="005D6A7D" w:rsidRPr="00AF62C4" w:rsidTr="003F75FD">
        <w:trPr>
          <w:gridAfter w:val="1"/>
          <w:wAfter w:w="112" w:type="dxa"/>
        </w:trPr>
        <w:tc>
          <w:tcPr>
            <w:tcW w:w="2376" w:type="dxa"/>
          </w:tcPr>
          <w:p w:rsidR="005D6A7D" w:rsidRPr="00F74E9F" w:rsidRDefault="00015089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  <w:r w:rsidRPr="00F74E9F">
              <w:rPr>
                <w:rFonts w:cs="Khmer UI"/>
                <w:sz w:val="28"/>
                <w:szCs w:val="28"/>
              </w:rPr>
              <w:t>G</w:t>
            </w:r>
            <w:r w:rsidR="0043069F" w:rsidRPr="00F74E9F">
              <w:rPr>
                <w:rFonts w:cs="Khmer UI"/>
                <w:sz w:val="28"/>
                <w:szCs w:val="28"/>
              </w:rPr>
              <w:t>utachter/</w:t>
            </w:r>
            <w:r w:rsidR="005D6A7D" w:rsidRPr="00F74E9F">
              <w:rPr>
                <w:rFonts w:cs="Khmer UI"/>
                <w:sz w:val="28"/>
                <w:szCs w:val="28"/>
              </w:rPr>
              <w:t>in</w:t>
            </w:r>
            <w:r w:rsidR="00CC38BB" w:rsidRPr="00F74E9F">
              <w:rPr>
                <w:rFonts w:cs="Khmer UI"/>
                <w:sz w:val="28"/>
                <w:szCs w:val="28"/>
              </w:rPr>
              <w:t>nen</w:t>
            </w:r>
            <w:r w:rsidR="00291BF2" w:rsidRPr="00F74E9F">
              <w:rPr>
                <w:rFonts w:cs="Khmer UI"/>
                <w:sz w:val="28"/>
                <w:szCs w:val="28"/>
              </w:rPr>
              <w:t>:</w:t>
            </w:r>
          </w:p>
        </w:tc>
        <w:sdt>
          <w:sdtPr>
            <w:rPr>
              <w:rFonts w:cs="Khmer UI"/>
              <w:sz w:val="28"/>
              <w:szCs w:val="28"/>
            </w:rPr>
            <w:id w:val="93772551"/>
            <w:placeholder>
              <w:docPart w:val="ED0F0AF04DDB45C28A6FF04F226DE3D6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F74E9F" w:rsidRDefault="008E7334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>
                  <w:rPr>
                    <w:rFonts w:cs="Khmer UI"/>
                    <w:sz w:val="28"/>
                    <w:szCs w:val="28"/>
                  </w:rPr>
                  <w:t xml:space="preserve">Prof. Dr. Dr. </w:t>
                </w:r>
                <w:proofErr w:type="spellStart"/>
                <w:r>
                  <w:rPr>
                    <w:rFonts w:cs="Khmer UI"/>
                    <w:sz w:val="28"/>
                    <w:szCs w:val="28"/>
                  </w:rPr>
                  <w:t>hc</w:t>
                </w:r>
                <w:proofErr w:type="spellEnd"/>
                <w:r>
                  <w:rPr>
                    <w:rFonts w:cs="Khmer UI"/>
                    <w:sz w:val="28"/>
                    <w:szCs w:val="28"/>
                  </w:rPr>
                  <w:t xml:space="preserve">. </w:t>
                </w:r>
                <w:proofErr w:type="spellStart"/>
                <w:r>
                  <w:rPr>
                    <w:rFonts w:cs="Khmer UI"/>
                    <w:sz w:val="28"/>
                    <w:szCs w:val="28"/>
                  </w:rPr>
                  <w:t>mult</w:t>
                </w:r>
                <w:proofErr w:type="spellEnd"/>
                <w:r>
                  <w:rPr>
                    <w:rFonts w:cs="Khmer UI"/>
                    <w:sz w:val="28"/>
                    <w:szCs w:val="28"/>
                  </w:rPr>
                  <w:t xml:space="preserve">. Kerstin von </w:t>
                </w:r>
                <w:proofErr w:type="spellStart"/>
                <w:r>
                  <w:rPr>
                    <w:rFonts w:cs="Khmer UI"/>
                    <w:sz w:val="28"/>
                    <w:szCs w:val="28"/>
                  </w:rPr>
                  <w:t>Kienfeld</w:t>
                </w:r>
                <w:proofErr w:type="spellEnd"/>
              </w:p>
            </w:tc>
          </w:sdtContent>
        </w:sdt>
      </w:tr>
      <w:tr w:rsidR="005D6A7D" w:rsidRPr="00AF62C4" w:rsidTr="00F74E9F">
        <w:trPr>
          <w:gridAfter w:val="1"/>
          <w:wAfter w:w="112" w:type="dxa"/>
          <w:trHeight w:val="280"/>
        </w:trPr>
        <w:tc>
          <w:tcPr>
            <w:tcW w:w="2376" w:type="dxa"/>
          </w:tcPr>
          <w:p w:rsidR="005D6A7D" w:rsidRPr="00F74E9F" w:rsidRDefault="005D6A7D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</w:p>
          <w:p w:rsidR="009B52A9" w:rsidRPr="00F74E9F" w:rsidRDefault="009B52A9" w:rsidP="008650D6">
            <w:pPr>
              <w:spacing w:line="276" w:lineRule="auto"/>
              <w:rPr>
                <w:rFonts w:cs="Khmer UI"/>
                <w:sz w:val="28"/>
                <w:szCs w:val="28"/>
              </w:rPr>
            </w:pPr>
          </w:p>
        </w:tc>
        <w:sdt>
          <w:sdtPr>
            <w:rPr>
              <w:rFonts w:cs="Khmer UI"/>
              <w:sz w:val="28"/>
              <w:szCs w:val="28"/>
            </w:rPr>
            <w:id w:val="93772554"/>
            <w:placeholder>
              <w:docPart w:val="CC227336130348B6B08A9A6FDFD41FB7"/>
            </w:placeholder>
            <w:text/>
          </w:sdtPr>
          <w:sdtEndPr/>
          <w:sdtContent>
            <w:tc>
              <w:tcPr>
                <w:tcW w:w="6572" w:type="dxa"/>
                <w:gridSpan w:val="3"/>
              </w:tcPr>
              <w:p w:rsidR="005D6A7D" w:rsidRPr="008E7334" w:rsidRDefault="008E7334" w:rsidP="008E7334">
                <w:pPr>
                  <w:spacing w:line="276" w:lineRule="auto"/>
                  <w:rPr>
                    <w:rFonts w:cs="Khmer UI"/>
                    <w:sz w:val="28"/>
                    <w:szCs w:val="28"/>
                  </w:rPr>
                </w:pPr>
                <w:r w:rsidRPr="008E7334">
                  <w:rPr>
                    <w:rFonts w:cs="Khmer UI"/>
                    <w:sz w:val="28"/>
                    <w:szCs w:val="28"/>
                  </w:rPr>
                  <w:t>Prof. Dr. Bernd Blume</w:t>
                </w:r>
              </w:p>
            </w:tc>
          </w:sdtContent>
        </w:sdt>
      </w:tr>
      <w:tr w:rsidR="000133A1" w:rsidRPr="00AF62C4" w:rsidTr="00F74E9F">
        <w:trPr>
          <w:gridAfter w:val="1"/>
          <w:wAfter w:w="112" w:type="dxa"/>
        </w:trPr>
        <w:tc>
          <w:tcPr>
            <w:tcW w:w="2376" w:type="dxa"/>
          </w:tcPr>
          <w:p w:rsidR="00902B7B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eingereicht am:</w:t>
            </w:r>
          </w:p>
          <w:p w:rsidR="000133A1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 xml:space="preserve"> </w:t>
            </w:r>
          </w:p>
        </w:tc>
        <w:tc>
          <w:tcPr>
            <w:tcW w:w="2104" w:type="dxa"/>
          </w:tcPr>
          <w:p w:rsidR="000133A1" w:rsidRPr="00AF62C4" w:rsidRDefault="00125884" w:rsidP="008650D6">
            <w:pPr>
              <w:spacing w:line="276" w:lineRule="auto"/>
              <w:rPr>
                <w:rFonts w:cs="Khmer UI"/>
                <w:sz w:val="28"/>
                <w:szCs w:val="24"/>
                <w:vertAlign w:val="subscript"/>
              </w:rPr>
            </w:pPr>
            <w:r w:rsidRPr="00AF62C4">
              <w:rPr>
                <w:rFonts w:cs="Khmer UI"/>
                <w:sz w:val="28"/>
                <w:szCs w:val="24"/>
                <w:vertAlign w:val="subscript"/>
              </w:rPr>
              <w:t>………………………………....</w:t>
            </w:r>
          </w:p>
        </w:tc>
        <w:tc>
          <w:tcPr>
            <w:tcW w:w="2207" w:type="dxa"/>
          </w:tcPr>
          <w:p w:rsidR="000133A1" w:rsidRPr="00AF62C4" w:rsidRDefault="000133A1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</w:rPr>
              <w:t>verteidigt am:</w:t>
            </w:r>
          </w:p>
          <w:p w:rsidR="00F74E9F" w:rsidRPr="00F74E9F" w:rsidRDefault="00F74E9F" w:rsidP="008650D6">
            <w:pPr>
              <w:spacing w:line="276" w:lineRule="auto"/>
              <w:rPr>
                <w:rFonts w:cs="Khmer UI"/>
                <w:color w:val="A6A6A6" w:themeColor="background1" w:themeShade="A6"/>
                <w:szCs w:val="24"/>
              </w:rPr>
            </w:pPr>
          </w:p>
          <w:p w:rsidR="00F74E9F" w:rsidRDefault="00F74E9F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</w:p>
          <w:p w:rsidR="00F74E9F" w:rsidRPr="00AF62C4" w:rsidRDefault="00F74E9F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</w:p>
        </w:tc>
        <w:tc>
          <w:tcPr>
            <w:tcW w:w="2261" w:type="dxa"/>
          </w:tcPr>
          <w:p w:rsidR="000133A1" w:rsidRPr="00AF62C4" w:rsidRDefault="00125884" w:rsidP="008650D6">
            <w:pPr>
              <w:spacing w:line="276" w:lineRule="auto"/>
              <w:rPr>
                <w:rFonts w:cs="Khmer UI"/>
                <w:sz w:val="28"/>
                <w:szCs w:val="24"/>
              </w:rPr>
            </w:pPr>
            <w:r w:rsidRPr="00AF62C4">
              <w:rPr>
                <w:rFonts w:cs="Khmer UI"/>
                <w:sz w:val="28"/>
                <w:szCs w:val="24"/>
                <w:vertAlign w:val="subscript"/>
              </w:rPr>
              <w:t>………………………………....</w:t>
            </w:r>
          </w:p>
        </w:tc>
      </w:tr>
    </w:tbl>
    <w:p w:rsidR="00F74E9F" w:rsidRDefault="00F74E9F" w:rsidP="00F74E9F">
      <w:pPr>
        <w:spacing w:after="0" w:line="240" w:lineRule="auto"/>
        <w:rPr>
          <w:rFonts w:ascii="Gill Sans MT" w:hAnsi="Gill Sans MT"/>
          <w:sz w:val="24"/>
          <w:szCs w:val="24"/>
        </w:rPr>
      </w:pPr>
    </w:p>
    <w:p w:rsidR="00DE12D8" w:rsidRPr="00AF62C4" w:rsidRDefault="00DE12D8" w:rsidP="00F70B8D">
      <w:pPr>
        <w:rPr>
          <w:rFonts w:cs="Khmer UI"/>
          <w:sz w:val="16"/>
          <w:szCs w:val="16"/>
        </w:rPr>
      </w:pPr>
    </w:p>
    <w:sectPr w:rsidR="00DE12D8" w:rsidRPr="00AF62C4" w:rsidSect="00B05147">
      <w:headerReference w:type="default" r:id="rId8"/>
      <w:pgSz w:w="11906" w:h="16838" w:code="9"/>
      <w:pgMar w:top="2666" w:right="1531" w:bottom="278" w:left="1531" w:header="169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334" w:rsidRDefault="008E7334" w:rsidP="009E30FB">
      <w:pPr>
        <w:spacing w:after="0" w:line="240" w:lineRule="auto"/>
      </w:pPr>
      <w:r>
        <w:separator/>
      </w:r>
    </w:p>
  </w:endnote>
  <w:endnote w:type="continuationSeparator" w:id="0">
    <w:p w:rsidR="008E7334" w:rsidRDefault="008E7334" w:rsidP="009E3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334" w:rsidRDefault="008E7334" w:rsidP="009E30FB">
      <w:pPr>
        <w:spacing w:after="0" w:line="240" w:lineRule="auto"/>
      </w:pPr>
      <w:r>
        <w:separator/>
      </w:r>
    </w:p>
  </w:footnote>
  <w:footnote w:type="continuationSeparator" w:id="0">
    <w:p w:rsidR="008E7334" w:rsidRDefault="008E7334" w:rsidP="009E3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9F" w:rsidRPr="00AF62C4" w:rsidRDefault="00F74E9F" w:rsidP="00AF62C4">
    <w:pPr>
      <w:pStyle w:val="Kopfzeile"/>
      <w:rPr>
        <w:rFonts w:ascii="Times New Roman" w:hAnsi="Times New Roman" w:cs="Times New Roman"/>
        <w:smallCaps/>
        <w:spacing w:val="60"/>
        <w:sz w:val="32"/>
      </w:rPr>
    </w:pPr>
    <w:r w:rsidRPr="00AF62C4">
      <w:rPr>
        <w:rFonts w:ascii="Times New Roman" w:hAnsi="Times New Roman" w:cs="Times New Roman"/>
        <w:smallCaps/>
        <w:spacing w:val="60"/>
        <w:sz w:val="32"/>
      </w:rPr>
      <w:t>Humboldt-Universität zu Berlin</w:t>
    </w:r>
  </w:p>
  <w:p w:rsidR="00F74E9F" w:rsidRPr="00AF62C4" w:rsidRDefault="00F74E9F">
    <w:pPr>
      <w:pStyle w:val="Kopfzeile"/>
      <w:rPr>
        <w:rFonts w:ascii="Times New Roman" w:hAnsi="Times New Roman" w:cs="Times New Roman"/>
        <w:smallCaps/>
        <w:spacing w:val="24"/>
        <w:sz w:val="24"/>
      </w:rPr>
    </w:pPr>
    <w:r w:rsidRPr="00AF62C4">
      <w:rPr>
        <w:rFonts w:ascii="Times New Roman" w:hAnsi="Times New Roman" w:cs="Times New Roman"/>
        <w:smallCaps/>
        <w:spacing w:val="24"/>
        <w:sz w:val="24"/>
      </w:rPr>
      <w:t>Mathematisch-Naturwissenschaftliche Fakultät</w:t>
    </w:r>
  </w:p>
  <w:p w:rsidR="00F74E9F" w:rsidRPr="00AF62C4" w:rsidRDefault="00F74E9F">
    <w:pPr>
      <w:pStyle w:val="Kopfzeile"/>
      <w:rPr>
        <w:rFonts w:ascii="Times New Roman" w:hAnsi="Times New Roman" w:cs="Times New Roman"/>
        <w:smallCaps/>
        <w:spacing w:val="24"/>
        <w:sz w:val="24"/>
      </w:rPr>
    </w:pPr>
    <w:r w:rsidRPr="00AF62C4">
      <w:rPr>
        <w:rFonts w:ascii="Times New Roman" w:hAnsi="Times New Roman" w:cs="Times New Roman"/>
        <w:smallCaps/>
        <w:spacing w:val="24"/>
        <w:sz w:val="24"/>
      </w:rPr>
      <w:t>Institut für Informatik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47888"/>
    <w:multiLevelType w:val="hybridMultilevel"/>
    <w:tmpl w:val="E69EDB6A"/>
    <w:lvl w:ilvl="0" w:tplc="BE925FF0">
      <w:numFmt w:val="bullet"/>
      <w:lvlText w:val="-"/>
      <w:lvlJc w:val="left"/>
      <w:pPr>
        <w:ind w:left="720" w:hanging="360"/>
      </w:pPr>
      <w:rPr>
        <w:rFonts w:ascii="Gill Sans MT" w:eastAsiaTheme="minorHAnsi" w:hAnsi="Gill Sans M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824"/>
    <w:rsid w:val="000133A1"/>
    <w:rsid w:val="00015089"/>
    <w:rsid w:val="0006209F"/>
    <w:rsid w:val="00062C85"/>
    <w:rsid w:val="00063912"/>
    <w:rsid w:val="000B6DA0"/>
    <w:rsid w:val="00106449"/>
    <w:rsid w:val="00113868"/>
    <w:rsid w:val="00125884"/>
    <w:rsid w:val="00141B97"/>
    <w:rsid w:val="00144B55"/>
    <w:rsid w:val="001955C8"/>
    <w:rsid w:val="001D6C2C"/>
    <w:rsid w:val="0020137D"/>
    <w:rsid w:val="00232DD6"/>
    <w:rsid w:val="002446C2"/>
    <w:rsid w:val="00290E3C"/>
    <w:rsid w:val="00291BF2"/>
    <w:rsid w:val="00297A4F"/>
    <w:rsid w:val="002B416C"/>
    <w:rsid w:val="002E01B1"/>
    <w:rsid w:val="002E1413"/>
    <w:rsid w:val="00317C5F"/>
    <w:rsid w:val="00323265"/>
    <w:rsid w:val="00377A20"/>
    <w:rsid w:val="003A0884"/>
    <w:rsid w:val="003C09ED"/>
    <w:rsid w:val="003D21D1"/>
    <w:rsid w:val="003E3338"/>
    <w:rsid w:val="003F75FD"/>
    <w:rsid w:val="00412691"/>
    <w:rsid w:val="00424C71"/>
    <w:rsid w:val="00425A57"/>
    <w:rsid w:val="00426854"/>
    <w:rsid w:val="0043069F"/>
    <w:rsid w:val="0044174F"/>
    <w:rsid w:val="004D05DC"/>
    <w:rsid w:val="004D088B"/>
    <w:rsid w:val="004F11E5"/>
    <w:rsid w:val="00534EED"/>
    <w:rsid w:val="0054034F"/>
    <w:rsid w:val="00550055"/>
    <w:rsid w:val="005857CF"/>
    <w:rsid w:val="005B2B5C"/>
    <w:rsid w:val="005B5758"/>
    <w:rsid w:val="005C21EC"/>
    <w:rsid w:val="005D6A7D"/>
    <w:rsid w:val="005F2688"/>
    <w:rsid w:val="005F6054"/>
    <w:rsid w:val="00621E65"/>
    <w:rsid w:val="00647B1B"/>
    <w:rsid w:val="00675A28"/>
    <w:rsid w:val="00682F09"/>
    <w:rsid w:val="006A6C89"/>
    <w:rsid w:val="006B55ED"/>
    <w:rsid w:val="007249B5"/>
    <w:rsid w:val="00732A40"/>
    <w:rsid w:val="00733BBA"/>
    <w:rsid w:val="00755A2C"/>
    <w:rsid w:val="00762528"/>
    <w:rsid w:val="00774C1D"/>
    <w:rsid w:val="007831FA"/>
    <w:rsid w:val="007A6BA0"/>
    <w:rsid w:val="007A71F2"/>
    <w:rsid w:val="007A7B17"/>
    <w:rsid w:val="007D23C5"/>
    <w:rsid w:val="007D3284"/>
    <w:rsid w:val="007D595B"/>
    <w:rsid w:val="007F1593"/>
    <w:rsid w:val="00800704"/>
    <w:rsid w:val="00804D4C"/>
    <w:rsid w:val="0081286F"/>
    <w:rsid w:val="00815260"/>
    <w:rsid w:val="00862D2F"/>
    <w:rsid w:val="008650D6"/>
    <w:rsid w:val="00876542"/>
    <w:rsid w:val="008A59EA"/>
    <w:rsid w:val="008B272B"/>
    <w:rsid w:val="008D0D78"/>
    <w:rsid w:val="008E7334"/>
    <w:rsid w:val="008F2DE2"/>
    <w:rsid w:val="00902B7B"/>
    <w:rsid w:val="009112E9"/>
    <w:rsid w:val="00925637"/>
    <w:rsid w:val="0094039F"/>
    <w:rsid w:val="009831C6"/>
    <w:rsid w:val="009A6E81"/>
    <w:rsid w:val="009B1DA6"/>
    <w:rsid w:val="009B52A9"/>
    <w:rsid w:val="009E1A35"/>
    <w:rsid w:val="009E1A91"/>
    <w:rsid w:val="009E30FB"/>
    <w:rsid w:val="00A23922"/>
    <w:rsid w:val="00A4333F"/>
    <w:rsid w:val="00A53127"/>
    <w:rsid w:val="00A6186F"/>
    <w:rsid w:val="00A66B81"/>
    <w:rsid w:val="00A80877"/>
    <w:rsid w:val="00A84A4C"/>
    <w:rsid w:val="00A90A0C"/>
    <w:rsid w:val="00A940EE"/>
    <w:rsid w:val="00AB02E4"/>
    <w:rsid w:val="00AF62C4"/>
    <w:rsid w:val="00B05147"/>
    <w:rsid w:val="00B166CA"/>
    <w:rsid w:val="00B1732B"/>
    <w:rsid w:val="00B72CF1"/>
    <w:rsid w:val="00BB1B8F"/>
    <w:rsid w:val="00BB6CC1"/>
    <w:rsid w:val="00BE4473"/>
    <w:rsid w:val="00C00554"/>
    <w:rsid w:val="00C33F6C"/>
    <w:rsid w:val="00C47755"/>
    <w:rsid w:val="00C53D49"/>
    <w:rsid w:val="00C63420"/>
    <w:rsid w:val="00C700F4"/>
    <w:rsid w:val="00C80C13"/>
    <w:rsid w:val="00C84835"/>
    <w:rsid w:val="00CC2DEC"/>
    <w:rsid w:val="00CC38BB"/>
    <w:rsid w:val="00CF1D73"/>
    <w:rsid w:val="00D11A1B"/>
    <w:rsid w:val="00D15343"/>
    <w:rsid w:val="00D20907"/>
    <w:rsid w:val="00D22C92"/>
    <w:rsid w:val="00D25871"/>
    <w:rsid w:val="00D73E21"/>
    <w:rsid w:val="00DD2EA4"/>
    <w:rsid w:val="00DE12D8"/>
    <w:rsid w:val="00DF76E0"/>
    <w:rsid w:val="00DF7DB5"/>
    <w:rsid w:val="00E05824"/>
    <w:rsid w:val="00E131F0"/>
    <w:rsid w:val="00E206A4"/>
    <w:rsid w:val="00E34757"/>
    <w:rsid w:val="00E628DF"/>
    <w:rsid w:val="00E7180D"/>
    <w:rsid w:val="00E961FE"/>
    <w:rsid w:val="00EA19B3"/>
    <w:rsid w:val="00EC5F30"/>
    <w:rsid w:val="00EE1365"/>
    <w:rsid w:val="00EE40EC"/>
    <w:rsid w:val="00EF16FF"/>
    <w:rsid w:val="00F327A6"/>
    <w:rsid w:val="00F35285"/>
    <w:rsid w:val="00F4203F"/>
    <w:rsid w:val="00F47E95"/>
    <w:rsid w:val="00F677E8"/>
    <w:rsid w:val="00F70B8D"/>
    <w:rsid w:val="00F71A99"/>
    <w:rsid w:val="00F74E9F"/>
    <w:rsid w:val="00FC5A86"/>
    <w:rsid w:val="00FD0B0A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F868E829-A501-4ADF-B74B-80573EC8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5005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0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005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55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550055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00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005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005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00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0055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55005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50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0055"/>
  </w:style>
  <w:style w:type="paragraph" w:styleId="Fuzeile">
    <w:name w:val="footer"/>
    <w:basedOn w:val="Standard"/>
    <w:link w:val="FuzeileZchn"/>
    <w:uiPriority w:val="99"/>
    <w:unhideWhenUsed/>
    <w:rsid w:val="00550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0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n\Vorlagen\Word-Vorlage-neu\Vorlage_Abschlussarbeit_Wo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408F9B616046AF85E70CEC551097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76DBD5-82DB-46C3-B173-76C6A4722612}"/>
      </w:docPartPr>
      <w:docPartBody>
        <w:p w:rsidR="000A375D" w:rsidRDefault="000A375D">
          <w:pPr>
            <w:pStyle w:val="68408F9B616046AF85E70CEC551097CD"/>
          </w:pPr>
          <w:r w:rsidRPr="007D3284">
            <w:rPr>
              <w:rStyle w:val="Platzhaltertext"/>
              <w:b/>
              <w:color w:val="auto"/>
              <w:sz w:val="44"/>
              <w:szCs w:val="44"/>
            </w:rPr>
            <w:t>Titel der Arbeit hier eingeben</w:t>
          </w:r>
        </w:p>
      </w:docPartBody>
    </w:docPart>
    <w:docPart>
      <w:docPartPr>
        <w:name w:val="25F4E62281DC4EAD83B5AC11DBBA5E1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7FB87F-2A46-4C72-90FA-6CCFD2B41567}"/>
      </w:docPartPr>
      <w:docPartBody>
        <w:p w:rsidR="000A375D" w:rsidRDefault="000A375D">
          <w:pPr>
            <w:pStyle w:val="25F4E62281DC4EAD83B5AC11DBBA5E1B"/>
          </w:pPr>
          <w:r w:rsidRPr="00F74E9F">
            <w:rPr>
              <w:rStyle w:val="Platzhaltertext"/>
              <w:sz w:val="32"/>
              <w:szCs w:val="32"/>
            </w:rPr>
            <w:t>Wählen Sie ein Element aus.</w:t>
          </w:r>
        </w:p>
      </w:docPartBody>
    </w:docPart>
    <w:docPart>
      <w:docPartPr>
        <w:name w:val="55CE69C0F5844C8B97084E7BAB5B1D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2897AB-B8BD-4AB0-A770-5DDA8D97EE71}"/>
      </w:docPartPr>
      <w:docPartBody>
        <w:p w:rsidR="000A375D" w:rsidRDefault="000A375D">
          <w:pPr>
            <w:pStyle w:val="55CE69C0F5844C8B97084E7BAB5B1D95"/>
          </w:pPr>
          <w:r w:rsidRPr="00F74E9F">
            <w:rPr>
              <w:rStyle w:val="Platzhaltertext"/>
              <w:sz w:val="32"/>
              <w:szCs w:val="32"/>
            </w:rPr>
            <w:t>Wählen Sie ein Element aus.</w:t>
          </w:r>
        </w:p>
      </w:docPartBody>
    </w:docPart>
    <w:docPart>
      <w:docPartPr>
        <w:name w:val="D6353316DE2447B395CF3DCA54FA1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A1D983-2AD6-4D0D-BF9F-39ACE6065E2E}"/>
      </w:docPartPr>
      <w:docPartBody>
        <w:p w:rsidR="000A375D" w:rsidRDefault="000A375D">
          <w:pPr>
            <w:pStyle w:val="D6353316DE2447B395CF3DCA54FA18C7"/>
          </w:pPr>
          <w:r w:rsidRPr="00550055">
            <w:rPr>
              <w:rStyle w:val="Platzhaltertext"/>
              <w:sz w:val="28"/>
              <w:szCs w:val="28"/>
            </w:rPr>
            <w:t>Vorname Name</w:t>
          </w:r>
        </w:p>
      </w:docPartBody>
    </w:docPart>
    <w:docPart>
      <w:docPartPr>
        <w:name w:val="AF443D7CAC7842C4B62926DEF0FD14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D71C3C-40E7-408D-A2C4-2468D2E7C562}"/>
      </w:docPartPr>
      <w:docPartBody>
        <w:p w:rsidR="000A375D" w:rsidRDefault="000A375D">
          <w:pPr>
            <w:pStyle w:val="AF443D7CAC7842C4B62926DEF0FD14D4"/>
          </w:pPr>
          <w:r w:rsidRPr="00550055">
            <w:rPr>
              <w:rStyle w:val="Platzhaltertext"/>
              <w:sz w:val="28"/>
              <w:szCs w:val="28"/>
            </w:rPr>
            <w:t>TT.MM.JJJJ</w:t>
          </w:r>
        </w:p>
      </w:docPartBody>
    </w:docPart>
    <w:docPart>
      <w:docPartPr>
        <w:name w:val="60D51EE6C47C45B9A6740844C06C88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0FE20-D7EC-402A-ACE6-07A998AF7DFA}"/>
      </w:docPartPr>
      <w:docPartBody>
        <w:p w:rsidR="000A375D" w:rsidRDefault="000A375D">
          <w:pPr>
            <w:pStyle w:val="60D51EE6C47C45B9A6740844C06C88C7"/>
          </w:pPr>
          <w:r w:rsidRPr="00550055">
            <w:rPr>
              <w:rStyle w:val="Platzhaltertext"/>
              <w:sz w:val="28"/>
              <w:szCs w:val="28"/>
            </w:rPr>
            <w:t>Geburtsort</w:t>
          </w:r>
        </w:p>
      </w:docPartBody>
    </w:docPart>
    <w:docPart>
      <w:docPartPr>
        <w:name w:val="ED0F0AF04DDB45C28A6FF04F226DE3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6FF9C-71E9-45B5-8ED5-D3042614790C}"/>
      </w:docPartPr>
      <w:docPartBody>
        <w:p w:rsidR="000A375D" w:rsidRDefault="000A375D">
          <w:pPr>
            <w:pStyle w:val="ED0F0AF04DDB45C28A6FF04F226DE3D6"/>
          </w:pPr>
          <w:r w:rsidRPr="00F74E9F">
            <w:rPr>
              <w:rStyle w:val="Platzhaltertext"/>
              <w:sz w:val="28"/>
              <w:szCs w:val="28"/>
            </w:rPr>
            <w:t>Titel Name</w:t>
          </w:r>
        </w:p>
      </w:docPartBody>
    </w:docPart>
    <w:docPart>
      <w:docPartPr>
        <w:name w:val="CC227336130348B6B08A9A6FDFD41F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3DC456-0580-4137-8A98-8327EA711691}"/>
      </w:docPartPr>
      <w:docPartBody>
        <w:p w:rsidR="000A375D" w:rsidRDefault="000A375D">
          <w:pPr>
            <w:pStyle w:val="CC227336130348B6B08A9A6FDFD41FB7"/>
          </w:pPr>
          <w:r w:rsidRPr="00F74E9F">
            <w:rPr>
              <w:rStyle w:val="Platzhaltertext"/>
              <w:sz w:val="28"/>
              <w:szCs w:val="28"/>
            </w:rPr>
            <w:t>Titel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A375D"/>
    <w:rsid w:val="000A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8408F9B616046AF85E70CEC551097CD">
    <w:name w:val="68408F9B616046AF85E70CEC551097CD"/>
  </w:style>
  <w:style w:type="paragraph" w:customStyle="1" w:styleId="25F4E62281DC4EAD83B5AC11DBBA5E1B">
    <w:name w:val="25F4E62281DC4EAD83B5AC11DBBA5E1B"/>
  </w:style>
  <w:style w:type="paragraph" w:customStyle="1" w:styleId="55CE69C0F5844C8B97084E7BAB5B1D95">
    <w:name w:val="55CE69C0F5844C8B97084E7BAB5B1D95"/>
  </w:style>
  <w:style w:type="paragraph" w:customStyle="1" w:styleId="D6353316DE2447B395CF3DCA54FA18C7">
    <w:name w:val="D6353316DE2447B395CF3DCA54FA18C7"/>
  </w:style>
  <w:style w:type="paragraph" w:customStyle="1" w:styleId="AF443D7CAC7842C4B62926DEF0FD14D4">
    <w:name w:val="AF443D7CAC7842C4B62926DEF0FD14D4"/>
  </w:style>
  <w:style w:type="paragraph" w:customStyle="1" w:styleId="60D51EE6C47C45B9A6740844C06C88C7">
    <w:name w:val="60D51EE6C47C45B9A6740844C06C88C7"/>
  </w:style>
  <w:style w:type="paragraph" w:customStyle="1" w:styleId="ED0F0AF04DDB45C28A6FF04F226DE3D6">
    <w:name w:val="ED0F0AF04DDB45C28A6FF04F226DE3D6"/>
  </w:style>
  <w:style w:type="paragraph" w:customStyle="1" w:styleId="CC227336130348B6B08A9A6FDFD41FB7">
    <w:name w:val="CC227336130348B6B08A9A6FDFD41FB7"/>
  </w:style>
  <w:style w:type="paragraph" w:customStyle="1" w:styleId="8E11AEB901AA4F46BCE8BD1B441E5E1D">
    <w:name w:val="8E11AEB901AA4F46BCE8BD1B441E5E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3FE840-7150-4ED1-90DB-78DD717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Vorlage_Abschlussarbeit_Word.dotx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HUB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studlind</dc:creator>
  <cp:lastModifiedBy>Martin Kuban2</cp:lastModifiedBy>
  <cp:revision>2</cp:revision>
  <cp:lastPrinted>2014-07-02T13:19:00Z</cp:lastPrinted>
  <dcterms:created xsi:type="dcterms:W3CDTF">2014-07-08T07:38:00Z</dcterms:created>
  <dcterms:modified xsi:type="dcterms:W3CDTF">2017-03-28T11:34:00Z</dcterms:modified>
</cp:coreProperties>
</file>